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60576" w14:textId="77777777" w:rsidR="00A857E6" w:rsidRDefault="00A857E6" w:rsidP="007719C7">
      <w:pPr>
        <w:jc w:val="center"/>
        <w:rPr>
          <w:rFonts w:ascii="Garamond" w:hAnsi="Garamond"/>
          <w:b/>
          <w:sz w:val="20"/>
          <w:szCs w:val="20"/>
        </w:rPr>
      </w:pPr>
    </w:p>
    <w:p w14:paraId="11CC6985" w14:textId="77777777" w:rsidR="00A857E6" w:rsidRDefault="00A857E6" w:rsidP="007719C7">
      <w:pPr>
        <w:jc w:val="center"/>
        <w:rPr>
          <w:rFonts w:ascii="Garamond" w:hAnsi="Garamond"/>
          <w:b/>
          <w:sz w:val="20"/>
          <w:szCs w:val="20"/>
        </w:rPr>
      </w:pPr>
    </w:p>
    <w:p w14:paraId="27544C38" w14:textId="77777777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29FF8EE0" w14:textId="6E10F061" w:rsidR="003D781D" w:rsidRDefault="009A4C04" w:rsidP="00B36035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 w:rsidRPr="00F05CB2">
        <w:rPr>
          <w:rFonts w:ascii="Arial" w:hAnsi="Arial" w:cs="Arial"/>
          <w:b/>
          <w:sz w:val="20"/>
          <w:szCs w:val="20"/>
        </w:rPr>
        <w:t xml:space="preserve">OGGETTO: </w:t>
      </w:r>
      <w:r w:rsidR="00B36035" w:rsidRPr="00B36035">
        <w:rPr>
          <w:rFonts w:ascii="Arial" w:hAnsi="Arial" w:cs="Arial"/>
          <w:b/>
          <w:sz w:val="20"/>
          <w:szCs w:val="20"/>
        </w:rPr>
        <w:t xml:space="preserve">Procedura Aperta, gestita interamente per via telematica, da aggiudicarsi con il criterio dell’offerta economicamente più vantaggiosa, ai sensi degli artt. 58, 60 e 95 comma 2 del D.lgs. n. 50/2016 e </w:t>
      </w:r>
      <w:proofErr w:type="spellStart"/>
      <w:r w:rsidR="00B36035" w:rsidRPr="00B36035">
        <w:rPr>
          <w:rFonts w:ascii="Arial" w:hAnsi="Arial" w:cs="Arial"/>
          <w:b/>
          <w:sz w:val="20"/>
          <w:szCs w:val="20"/>
        </w:rPr>
        <w:t>s.m.i.</w:t>
      </w:r>
      <w:proofErr w:type="spellEnd"/>
      <w:r w:rsidR="00B36035" w:rsidRPr="00B36035">
        <w:rPr>
          <w:rFonts w:ascii="Arial" w:hAnsi="Arial" w:cs="Arial"/>
          <w:b/>
          <w:sz w:val="20"/>
          <w:szCs w:val="20"/>
        </w:rPr>
        <w:t xml:space="preserve">, per l’affidamento del servizio di manutenzione della flotta bus </w:t>
      </w:r>
      <w:proofErr w:type="spellStart"/>
      <w:r w:rsidR="00B36035" w:rsidRPr="00B36035">
        <w:rPr>
          <w:rFonts w:ascii="Arial" w:hAnsi="Arial" w:cs="Arial"/>
          <w:b/>
          <w:sz w:val="20"/>
          <w:szCs w:val="20"/>
        </w:rPr>
        <w:t>Centroliner</w:t>
      </w:r>
      <w:proofErr w:type="spellEnd"/>
      <w:r w:rsidR="00B36035" w:rsidRPr="00B36035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="00B36035" w:rsidRPr="00B36035">
        <w:rPr>
          <w:rFonts w:ascii="Arial" w:hAnsi="Arial" w:cs="Arial"/>
          <w:b/>
          <w:sz w:val="20"/>
          <w:szCs w:val="20"/>
        </w:rPr>
        <w:t>Temsa</w:t>
      </w:r>
      <w:proofErr w:type="spellEnd"/>
      <w:r w:rsidR="00B36035" w:rsidRPr="00B36035">
        <w:rPr>
          <w:rFonts w:ascii="Arial" w:hAnsi="Arial" w:cs="Arial"/>
          <w:b/>
          <w:sz w:val="20"/>
          <w:szCs w:val="20"/>
        </w:rPr>
        <w:t xml:space="preserve"> e Man A20 per il LOTTO 2 (Direttrice RM – LT).</w:t>
      </w:r>
    </w:p>
    <w:p w14:paraId="1AE2A536" w14:textId="77777777" w:rsidR="00B36035" w:rsidRDefault="00B36035" w:rsidP="00F05CB2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60DC85F0" w14:textId="77777777" w:rsidR="00A857E6" w:rsidRDefault="00A857E6" w:rsidP="00F05CB2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070B2CE5" w14:textId="77777777" w:rsidR="00A857E6" w:rsidRDefault="00A857E6" w:rsidP="00F05CB2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7223D0FE" w14:textId="50535586" w:rsidR="00F05CB2" w:rsidRPr="00F05CB2" w:rsidRDefault="008D36AF" w:rsidP="00F05CB2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Bando di Gara </w:t>
      </w:r>
      <w:r w:rsidR="00F05CB2" w:rsidRPr="00F05CB2">
        <w:rPr>
          <w:rFonts w:ascii="Arial" w:hAnsi="Arial" w:cs="Arial"/>
          <w:b/>
          <w:sz w:val="20"/>
          <w:szCs w:val="20"/>
        </w:rPr>
        <w:t xml:space="preserve">n. </w:t>
      </w:r>
      <w:r w:rsidR="00B36035">
        <w:rPr>
          <w:rFonts w:ascii="Arial" w:hAnsi="Arial" w:cs="Arial"/>
          <w:b/>
          <w:sz w:val="20"/>
          <w:szCs w:val="20"/>
        </w:rPr>
        <w:t>06/2023</w:t>
      </w:r>
    </w:p>
    <w:p w14:paraId="774B1850" w14:textId="77777777" w:rsidR="00995818" w:rsidRDefault="00995818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69F8CB23" w14:textId="77777777" w:rsidR="00A857E6" w:rsidRPr="00A153F4" w:rsidRDefault="00A857E6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16F0AE86" w14:textId="77777777" w:rsidR="006930C7" w:rsidRPr="00A153F4" w:rsidRDefault="006930C7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2A640F17" w14:textId="2804E540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B36035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B36035">
        <w:rPr>
          <w:rFonts w:ascii="Arial" w:hAnsi="Arial" w:cs="Arial"/>
          <w:sz w:val="20"/>
          <w:szCs w:val="20"/>
        </w:rPr>
        <w:t>s.m.i.</w:t>
      </w:r>
      <w:proofErr w:type="spellEnd"/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5BA3B8F9" w14:textId="77777777" w:rsidR="006930C7" w:rsidRPr="001D5EB3" w:rsidRDefault="006930C7" w:rsidP="00406DBE">
      <w:pPr>
        <w:jc w:val="both"/>
        <w:rPr>
          <w:rFonts w:ascii="Arial" w:hAnsi="Arial" w:cs="Arial"/>
          <w:sz w:val="20"/>
          <w:szCs w:val="20"/>
        </w:rPr>
      </w:pP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B3C2713" w14:textId="77777777" w:rsidR="00E9502E" w:rsidRDefault="00E9502E" w:rsidP="005A0FEF">
      <w:pPr>
        <w:pStyle w:val="LetteraTipo"/>
        <w:jc w:val="both"/>
        <w:rPr>
          <w:b/>
        </w:rPr>
      </w:pPr>
    </w:p>
    <w:p w14:paraId="2DBD4C41" w14:textId="03ECD69E" w:rsidR="00AD7143" w:rsidRPr="005C3F4C" w:rsidRDefault="007024ED" w:rsidP="00F860B6">
      <w:pPr>
        <w:pStyle w:val="LetteraTipo"/>
        <w:jc w:val="both"/>
      </w:pPr>
      <w:r>
        <w:t>ad eseguire il servizio</w:t>
      </w:r>
      <w:r w:rsidR="00A16E99" w:rsidRPr="001D5EB3">
        <w:t xml:space="preserve"> in oggetto, secondo quanto prescrit</w:t>
      </w:r>
      <w:r>
        <w:t>to dalla documentazione tecnica</w:t>
      </w:r>
      <w:r w:rsidR="00A16E99" w:rsidRPr="001D5EB3">
        <w:t xml:space="preserve"> alle seguenti condizioni: </w:t>
      </w:r>
    </w:p>
    <w:p w14:paraId="5D70EF4C" w14:textId="77777777" w:rsidR="00CC6AB5" w:rsidRPr="007254CF" w:rsidRDefault="00CC6AB5" w:rsidP="00F860B6">
      <w:pPr>
        <w:pStyle w:val="LetteraTipo"/>
        <w:jc w:val="both"/>
      </w:pPr>
    </w:p>
    <w:p w14:paraId="684C4BD7" w14:textId="0599AE67" w:rsidR="00F8468E" w:rsidRPr="009840A4" w:rsidRDefault="00F8468E" w:rsidP="009E48BB">
      <w:pPr>
        <w:pStyle w:val="LetteraTipo"/>
        <w:numPr>
          <w:ilvl w:val="0"/>
          <w:numId w:val="13"/>
        </w:numPr>
        <w:jc w:val="both"/>
        <w:rPr>
          <w:b/>
        </w:rPr>
      </w:pPr>
      <w:r w:rsidRPr="009840A4">
        <w:rPr>
          <w:b/>
        </w:rPr>
        <w:t xml:space="preserve">RIBASSO SULLA TARIFFA </w:t>
      </w:r>
      <w:r w:rsidR="00F05CB2">
        <w:rPr>
          <w:b/>
        </w:rPr>
        <w:t>ORARIA DI MANUTENZIONE</w:t>
      </w:r>
    </w:p>
    <w:p w14:paraId="520665A0" w14:textId="77777777" w:rsidR="00F8468E" w:rsidRPr="00666834" w:rsidRDefault="00F8468E" w:rsidP="00F8468E">
      <w:pPr>
        <w:pStyle w:val="LetteraTipo"/>
        <w:jc w:val="both"/>
      </w:pPr>
    </w:p>
    <w:p w14:paraId="5A7581E4" w14:textId="5095A3B7" w:rsidR="00F8468E" w:rsidRPr="00666834" w:rsidRDefault="00F8468E" w:rsidP="00F8468E">
      <w:pPr>
        <w:pStyle w:val="LetteraTipo"/>
        <w:jc w:val="both"/>
      </w:pPr>
      <w:r w:rsidRPr="00666834">
        <w:t xml:space="preserve">ribasso offerto espresso in euro € (indicare al massimo </w:t>
      </w:r>
      <w:r w:rsidR="00F05CB2">
        <w:t>due</w:t>
      </w:r>
      <w:r w:rsidRPr="00666834">
        <w:t xml:space="preserve"> cifre decimali) (in cifre): </w:t>
      </w:r>
    </w:p>
    <w:sdt>
      <w:sdtPr>
        <w:id w:val="1837563510"/>
        <w:placeholder>
          <w:docPart w:val="DefaultPlaceholder_1081868574"/>
        </w:placeholder>
      </w:sdtPr>
      <w:sdtEndPr/>
      <w:sdtContent>
        <w:p w14:paraId="6904EEB4" w14:textId="3603D97D" w:rsidR="00F8468E" w:rsidRPr="00666834" w:rsidRDefault="00F8468E" w:rsidP="00F8468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7D465849" w14:textId="4D93D43D" w:rsidR="00F8468E" w:rsidRPr="00666834" w:rsidRDefault="00F8468E" w:rsidP="00F8468E">
      <w:pPr>
        <w:pStyle w:val="LetteraTipo"/>
        <w:jc w:val="both"/>
      </w:pPr>
      <w:r w:rsidRPr="00666834">
        <w:t xml:space="preserve">ribasso offerto espresso in euro € (indicare al massimo </w:t>
      </w:r>
      <w:r w:rsidR="00F05CB2">
        <w:t>due</w:t>
      </w:r>
      <w:r w:rsidRPr="00666834">
        <w:t xml:space="preserve"> cifre decimali) (in lettere): </w:t>
      </w:r>
    </w:p>
    <w:sdt>
      <w:sdtPr>
        <w:id w:val="-1127384053"/>
        <w:placeholder>
          <w:docPart w:val="DefaultPlaceholder_1081868574"/>
        </w:placeholder>
      </w:sdtPr>
      <w:sdtEndPr/>
      <w:sdtContent>
        <w:p w14:paraId="4A938AEF" w14:textId="77777777" w:rsidR="005B4714" w:rsidRDefault="00F8468E" w:rsidP="00F8468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  <w:p w14:paraId="0EB5F41D" w14:textId="1945DB5A" w:rsidR="00F8468E" w:rsidRPr="00666834" w:rsidRDefault="0053579B" w:rsidP="00F8468E">
          <w:pPr>
            <w:pStyle w:val="LetteraTipo"/>
            <w:jc w:val="both"/>
          </w:pPr>
        </w:p>
      </w:sdtContent>
    </w:sdt>
    <w:p w14:paraId="7562BF4B" w14:textId="106F8E96" w:rsidR="00F8468E" w:rsidRDefault="00F8468E" w:rsidP="00F8468E">
      <w:pPr>
        <w:pStyle w:val="LetteraTipo"/>
        <w:jc w:val="both"/>
        <w:rPr>
          <w:b/>
        </w:rPr>
      </w:pPr>
      <w:r w:rsidRPr="00666834">
        <w:t xml:space="preserve">da applicare alla </w:t>
      </w:r>
      <w:r w:rsidRPr="009840A4">
        <w:t xml:space="preserve">tariffa </w:t>
      </w:r>
      <w:r w:rsidR="00F05CB2">
        <w:t>oraria di manutenzione</w:t>
      </w:r>
      <w:r w:rsidRPr="00666834">
        <w:t xml:space="preserve"> a base di gara pari a </w:t>
      </w:r>
      <w:r w:rsidR="008028D7">
        <w:rPr>
          <w:b/>
        </w:rPr>
        <w:t>32,5</w:t>
      </w:r>
      <w:r w:rsidR="00F05CB2">
        <w:rPr>
          <w:b/>
        </w:rPr>
        <w:t>0 €/h</w:t>
      </w:r>
      <w:r w:rsidRPr="009840A4">
        <w:rPr>
          <w:b/>
        </w:rPr>
        <w:t>.</w:t>
      </w:r>
    </w:p>
    <w:p w14:paraId="41728EC6" w14:textId="77777777" w:rsidR="005C3F4C" w:rsidRPr="00666834" w:rsidRDefault="005C3F4C" w:rsidP="00F8468E">
      <w:pPr>
        <w:pStyle w:val="LetteraTipo"/>
        <w:jc w:val="both"/>
      </w:pPr>
    </w:p>
    <w:p w14:paraId="27FCCE15" w14:textId="77777777" w:rsidR="005B4714" w:rsidRDefault="005B4714" w:rsidP="00F8468E">
      <w:pPr>
        <w:pStyle w:val="LetteraTipo"/>
        <w:jc w:val="both"/>
      </w:pPr>
    </w:p>
    <w:p w14:paraId="566CF428" w14:textId="72AF4FC1" w:rsidR="00F8468E" w:rsidRPr="009840A4" w:rsidRDefault="00F05CB2" w:rsidP="005B4714">
      <w:pPr>
        <w:pStyle w:val="LetteraTipo"/>
        <w:numPr>
          <w:ilvl w:val="0"/>
          <w:numId w:val="13"/>
        </w:numPr>
        <w:jc w:val="both"/>
        <w:rPr>
          <w:b/>
        </w:rPr>
      </w:pPr>
      <w:r>
        <w:rPr>
          <w:b/>
        </w:rPr>
        <w:t xml:space="preserve">NUMERO DI RIBASSO SULLE TARIFFE PER SOCCORSO IN LINEA E TRAINI </w:t>
      </w:r>
    </w:p>
    <w:p w14:paraId="2CDF79F9" w14:textId="77777777" w:rsidR="00F8468E" w:rsidRDefault="00F8468E" w:rsidP="00F8468E">
      <w:pPr>
        <w:pStyle w:val="LetteraTipo"/>
        <w:jc w:val="both"/>
        <w:rPr>
          <w:b/>
        </w:rPr>
      </w:pPr>
    </w:p>
    <w:p w14:paraId="14571E53" w14:textId="67CAC05A" w:rsidR="00F8468E" w:rsidRPr="00666834" w:rsidRDefault="00252F3F" w:rsidP="00F8468E">
      <w:pPr>
        <w:pStyle w:val="LetteraTipo"/>
        <w:jc w:val="both"/>
      </w:pPr>
      <w:r>
        <w:t xml:space="preserve">Numero di </w:t>
      </w:r>
      <w:r w:rsidR="00F8468E" w:rsidRPr="00666834">
        <w:t xml:space="preserve">ribasso </w:t>
      </w:r>
      <w:r>
        <w:t xml:space="preserve">offerto </w:t>
      </w:r>
      <w:r w:rsidR="00F8468E" w:rsidRPr="00666834">
        <w:t xml:space="preserve">(in cifre): </w:t>
      </w:r>
    </w:p>
    <w:sdt>
      <w:sdtPr>
        <w:id w:val="1919832941"/>
        <w:placeholder>
          <w:docPart w:val="DefaultPlaceholder_1081868574"/>
        </w:placeholder>
      </w:sdtPr>
      <w:sdtEndPr/>
      <w:sdtContent>
        <w:p w14:paraId="6D3319F6" w14:textId="495767D8" w:rsidR="00F8468E" w:rsidRPr="00666834" w:rsidRDefault="00F8468E" w:rsidP="00F8468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5C77DAF7" w14:textId="68423002" w:rsidR="00F8468E" w:rsidRPr="00666834" w:rsidRDefault="00252F3F" w:rsidP="00F8468E">
      <w:pPr>
        <w:pStyle w:val="LetteraTipo"/>
        <w:jc w:val="both"/>
      </w:pPr>
      <w:r>
        <w:t xml:space="preserve">Numero di </w:t>
      </w:r>
      <w:r w:rsidRPr="00666834">
        <w:t>ribasso</w:t>
      </w:r>
      <w:r>
        <w:t xml:space="preserve"> offerto</w:t>
      </w:r>
      <w:r w:rsidRPr="00666834">
        <w:t xml:space="preserve"> </w:t>
      </w:r>
      <w:r w:rsidR="00F8468E" w:rsidRPr="00666834">
        <w:t xml:space="preserve">(in lettere): </w:t>
      </w:r>
    </w:p>
    <w:sdt>
      <w:sdtPr>
        <w:id w:val="889931141"/>
        <w:placeholder>
          <w:docPart w:val="DefaultPlaceholder_1081868574"/>
        </w:placeholder>
      </w:sdtPr>
      <w:sdtEndPr/>
      <w:sdtContent>
        <w:p w14:paraId="7D182572" w14:textId="6937BE22" w:rsidR="00F8468E" w:rsidRPr="00666834" w:rsidRDefault="00F8468E" w:rsidP="00F8468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0A3CF687" w14:textId="5FCA5728" w:rsidR="005C3F4C" w:rsidRDefault="005B4714" w:rsidP="008D36AF">
      <w:pPr>
        <w:tabs>
          <w:tab w:val="left" w:pos="2776"/>
        </w:tabs>
        <w:spacing w:after="160" w:line="280" w:lineRule="exac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nel rispetto di quanto</w:t>
      </w:r>
      <w:r w:rsidRPr="005B4714">
        <w:rPr>
          <w:rFonts w:ascii="Arial" w:eastAsiaTheme="minorHAnsi" w:hAnsi="Arial" w:cs="Arial"/>
          <w:sz w:val="20"/>
          <w:szCs w:val="20"/>
          <w:lang w:eastAsia="en-US"/>
        </w:rPr>
        <w:t xml:space="preserve"> previsto negli artt. 15.1, 15.8 e 20 del Capitolato Speciale</w:t>
      </w:r>
      <w:r w:rsidR="006A3678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707E899F" w14:textId="77777777" w:rsidR="005C3F4C" w:rsidRPr="008D36AF" w:rsidRDefault="005C3F4C" w:rsidP="008D36AF">
      <w:pPr>
        <w:tabs>
          <w:tab w:val="left" w:pos="2776"/>
        </w:tabs>
        <w:spacing w:after="160" w:line="280" w:lineRule="exac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9CC9FA4" w14:textId="77777777" w:rsidR="005B4714" w:rsidRPr="009840A4" w:rsidRDefault="005B4714" w:rsidP="005B4714">
      <w:pPr>
        <w:pStyle w:val="LetteraTipo"/>
        <w:numPr>
          <w:ilvl w:val="0"/>
          <w:numId w:val="13"/>
        </w:numPr>
        <w:jc w:val="both"/>
        <w:rPr>
          <w:b/>
        </w:rPr>
      </w:pPr>
      <w:r w:rsidRPr="009840A4">
        <w:rPr>
          <w:b/>
        </w:rPr>
        <w:t xml:space="preserve">INCREMENTO DI SCONTO SUI RICAMBI </w:t>
      </w:r>
    </w:p>
    <w:p w14:paraId="0A151200" w14:textId="77777777" w:rsidR="005B4714" w:rsidRDefault="005B4714" w:rsidP="005B4714">
      <w:pPr>
        <w:pStyle w:val="LetteraTipo"/>
        <w:jc w:val="both"/>
      </w:pPr>
    </w:p>
    <w:p w14:paraId="65603F0C" w14:textId="0D821690" w:rsidR="005B4714" w:rsidRPr="00666834" w:rsidRDefault="005B4714" w:rsidP="005B4714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cifre): </w:t>
      </w:r>
    </w:p>
    <w:sdt>
      <w:sdtPr>
        <w:id w:val="881143103"/>
        <w:placeholder>
          <w:docPart w:val="FB75211765DE4200AB165BB223C31365"/>
        </w:placeholder>
      </w:sdtPr>
      <w:sdtEndPr/>
      <w:sdtContent>
        <w:p w14:paraId="385FA047" w14:textId="77777777" w:rsidR="005B4714" w:rsidRPr="00666834" w:rsidRDefault="005B4714" w:rsidP="005B4714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4794935E" w14:textId="1417AF8E" w:rsidR="005B4714" w:rsidRPr="00666834" w:rsidRDefault="005B4714" w:rsidP="005B4714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lettere): </w:t>
      </w:r>
    </w:p>
    <w:sdt>
      <w:sdtPr>
        <w:id w:val="-1316018628"/>
        <w:placeholder>
          <w:docPart w:val="FB75211765DE4200AB165BB223C31365"/>
        </w:placeholder>
      </w:sdtPr>
      <w:sdtEndPr/>
      <w:sdtContent>
        <w:p w14:paraId="29E6533E" w14:textId="77777777" w:rsidR="005B4714" w:rsidRPr="00666834" w:rsidRDefault="005B4714" w:rsidP="005B4714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1BD9DBB7" w14:textId="442D8F61" w:rsidR="005B4714" w:rsidRDefault="005B4714" w:rsidP="00F860B6">
      <w:pPr>
        <w:pStyle w:val="LetteraTipo"/>
        <w:jc w:val="both"/>
      </w:pPr>
      <w:r>
        <w:t>così come previsto</w:t>
      </w:r>
      <w:r w:rsidRPr="000375BC">
        <w:t xml:space="preserve"> </w:t>
      </w:r>
      <w:r>
        <w:t>n</w:t>
      </w:r>
      <w:r w:rsidRPr="000375BC">
        <w:t xml:space="preserve">egli artt. </w:t>
      </w:r>
      <w:r>
        <w:t xml:space="preserve">15.1 e </w:t>
      </w:r>
      <w:r w:rsidRPr="000375BC">
        <w:t>15.</w:t>
      </w:r>
      <w:r>
        <w:t>9</w:t>
      </w:r>
      <w:r w:rsidRPr="000375BC">
        <w:t xml:space="preserve"> </w:t>
      </w:r>
      <w:r>
        <w:t>Capitolato Speciale</w:t>
      </w:r>
      <w:r w:rsidR="006A3678">
        <w:t>.</w:t>
      </w:r>
    </w:p>
    <w:p w14:paraId="2120A7FF" w14:textId="77777777" w:rsidR="005B4714" w:rsidRDefault="005B4714" w:rsidP="00F860B6">
      <w:pPr>
        <w:pStyle w:val="LetteraTipo"/>
        <w:jc w:val="both"/>
      </w:pPr>
    </w:p>
    <w:p w14:paraId="7CD99E2D" w14:textId="77777777" w:rsidR="005B4714" w:rsidRDefault="005B4714" w:rsidP="00F860B6">
      <w:pPr>
        <w:pStyle w:val="LetteraTipo"/>
        <w:jc w:val="both"/>
      </w:pPr>
    </w:p>
    <w:p w14:paraId="4935DC53" w14:textId="365F7A66" w:rsidR="0046330A" w:rsidRPr="00075783" w:rsidRDefault="0046330A" w:rsidP="0046330A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5783">
        <w:rPr>
          <w:rFonts w:ascii="Arial" w:eastAsia="Calibri" w:hAnsi="Arial" w:cs="Arial"/>
          <w:sz w:val="20"/>
          <w:szCs w:val="20"/>
          <w:lang w:eastAsia="en-US"/>
        </w:rPr>
        <w:t>Si indicano, ai sensi dell’art. 95 comma 10 de D.lgs. n. 50/2016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e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s.m.i.</w:t>
      </w:r>
      <w:proofErr w:type="spellEnd"/>
      <w:r w:rsidRPr="00075783">
        <w:rPr>
          <w:rFonts w:ascii="Arial" w:eastAsia="Calibri" w:hAnsi="Arial" w:cs="Arial"/>
          <w:sz w:val="20"/>
          <w:szCs w:val="20"/>
          <w:lang w:eastAsia="en-US"/>
        </w:rPr>
        <w:t xml:space="preserve"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</w:t>
      </w:r>
      <w:r>
        <w:rPr>
          <w:rFonts w:ascii="Arial" w:eastAsia="Calibri" w:hAnsi="Arial" w:cs="Arial"/>
          <w:sz w:val="20"/>
          <w:szCs w:val="20"/>
          <w:lang w:eastAsia="en-US"/>
        </w:rPr>
        <w:t>dal</w:t>
      </w:r>
      <w:r w:rsidR="008028D7">
        <w:rPr>
          <w:rFonts w:ascii="Arial" w:eastAsia="Calibri" w:hAnsi="Arial" w:cs="Arial"/>
          <w:sz w:val="20"/>
          <w:szCs w:val="20"/>
          <w:lang w:eastAsia="en-US"/>
        </w:rPr>
        <w:t>la Stazione Appaltante in € 1.824</w:t>
      </w:r>
      <w:r w:rsidRPr="00075783">
        <w:rPr>
          <w:rFonts w:ascii="Arial" w:eastAsia="Calibri" w:hAnsi="Arial" w:cs="Arial"/>
          <w:sz w:val="20"/>
          <w:szCs w:val="20"/>
          <w:lang w:eastAsia="en-US"/>
        </w:rPr>
        <w:t>,00):</w:t>
      </w:r>
    </w:p>
    <w:p w14:paraId="32523518" w14:textId="77777777" w:rsidR="0046330A" w:rsidRPr="00075783" w:rsidRDefault="0046330A" w:rsidP="0046330A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FE63732" w14:textId="77777777" w:rsidR="006E0B38" w:rsidRDefault="006E0B38" w:rsidP="006E0B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E05CBE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3352CE39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0ABE3B73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978516614"/>
        <w:placeholder>
          <w:docPart w:val="5A3FABC668BE44779D0209FC55CC1EC1"/>
        </w:placeholder>
        <w:text/>
      </w:sdtPr>
      <w:sdtEndPr/>
      <w:sdtContent>
        <w:p w14:paraId="3EFB5CFB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14:paraId="4C2AD77C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229982C5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426769134"/>
        <w:placeholder>
          <w:docPart w:val="E934431C1D524DBF93D3991DB0B398E6"/>
        </w:placeholder>
        <w:text/>
      </w:sdtPr>
      <w:sdtEndPr/>
      <w:sdtContent>
        <w:p w14:paraId="763A876B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14:paraId="3E6A1B7E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07AD81ED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265E09B6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00A74FD5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2DAE4126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83119380"/>
        <w:placeholder>
          <w:docPart w:val="D7EFEA71E9F346B4BF00CB29F9E1BF0F"/>
        </w:placeholder>
        <w:text/>
      </w:sdtPr>
      <w:sdtEndPr/>
      <w:sdtContent>
        <w:p w14:paraId="11060D13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14:paraId="30304EB5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48484BCF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23311004"/>
        <w:placeholder>
          <w:docPart w:val="439DF298C4334BD195CE2E6FDB1A44AC"/>
        </w:placeholder>
        <w:text/>
      </w:sdtPr>
      <w:sdtEndPr/>
      <w:sdtContent>
        <w:p w14:paraId="1891226D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14:paraId="4CBCF721" w14:textId="77777777" w:rsidR="0046330A" w:rsidRPr="00761819" w:rsidRDefault="0046330A" w:rsidP="0046330A">
      <w:pPr>
        <w:pStyle w:val="LetteraTipo"/>
        <w:jc w:val="both"/>
        <w:rPr>
          <w:bCs/>
        </w:rPr>
      </w:pPr>
    </w:p>
    <w:p w14:paraId="1EF75647" w14:textId="3AECA1FE" w:rsidR="0046330A" w:rsidRPr="00761819" w:rsidRDefault="0046330A" w:rsidP="001F6AE9">
      <w:pPr>
        <w:pStyle w:val="LetteraTipo"/>
        <w:spacing w:line="276" w:lineRule="auto"/>
        <w:jc w:val="both"/>
      </w:pPr>
      <w:r w:rsidRPr="00761819">
        <w:rPr>
          <w:b/>
        </w:rPr>
        <w:t>N.B.1</w:t>
      </w:r>
      <w:r w:rsidRPr="00761819">
        <w:t xml:space="preserve"> il periodo di validità dell’offerta, a pena di esclusione dalla gara, non potrà essere inferiore a 180 giorni dalla data di scadenza del termine per la presentazione delle offerte. </w:t>
      </w:r>
    </w:p>
    <w:p w14:paraId="11B5AC33" w14:textId="1E0B16B4" w:rsidR="0046330A" w:rsidRPr="00761819" w:rsidRDefault="0046330A" w:rsidP="0046330A">
      <w:pPr>
        <w:pStyle w:val="LetteraTipo"/>
        <w:jc w:val="both"/>
      </w:pPr>
      <w:r w:rsidRPr="00761819">
        <w:rPr>
          <w:b/>
        </w:rPr>
        <w:t>N.B.</w:t>
      </w:r>
      <w:r w:rsidR="001F6AE9">
        <w:rPr>
          <w:b/>
        </w:rPr>
        <w:t>2</w:t>
      </w:r>
      <w:r w:rsidRPr="00761819">
        <w:rPr>
          <w:b/>
        </w:rPr>
        <w:t xml:space="preserve">: </w:t>
      </w:r>
      <w:r w:rsidRPr="00761819">
        <w:t>In caso di mancata corrispondenza tra gli importi espressi in cifre e quelli espressi il lettere, preverranno quelli espressi in lettere.</w:t>
      </w:r>
    </w:p>
    <w:p w14:paraId="70E0BA41" w14:textId="007C775F" w:rsidR="005C3172" w:rsidRPr="00761819" w:rsidRDefault="001F6AE9" w:rsidP="0046330A">
      <w:pPr>
        <w:pStyle w:val="LetteraTipo"/>
        <w:jc w:val="both"/>
        <w:rPr>
          <w:b/>
        </w:rPr>
      </w:pPr>
      <w:r>
        <w:rPr>
          <w:b/>
        </w:rPr>
        <w:t>N.B.3</w:t>
      </w:r>
      <w:r w:rsidR="0046330A" w:rsidRPr="00761819">
        <w:rPr>
          <w:b/>
        </w:rPr>
        <w:t>:</w:t>
      </w:r>
      <w:r w:rsidR="0046330A" w:rsidRPr="00761819">
        <w:t xml:space="preserve"> l’offerta economica presentata si intende omnicomprensiva e compensativa di tutte le attività che verranno poste in essere per l’espletamento dell’appalto secondo quanto prescritto dalla documentazione di gara.</w:t>
      </w:r>
      <w:r w:rsidR="005C3172">
        <w:t xml:space="preserve"> Si rimanda all’art.6 del Capitolato Speciale.</w:t>
      </w:r>
    </w:p>
    <w:p w14:paraId="1A28F44D" w14:textId="77777777" w:rsidR="001F6AE9" w:rsidRDefault="001F6AE9" w:rsidP="0046330A">
      <w:pPr>
        <w:pStyle w:val="LetteraTipo"/>
        <w:jc w:val="both"/>
      </w:pPr>
    </w:p>
    <w:p w14:paraId="770C3639" w14:textId="77777777" w:rsidR="000A363B" w:rsidRDefault="000A363B" w:rsidP="0046330A">
      <w:pPr>
        <w:pStyle w:val="LetteraTipo"/>
        <w:jc w:val="both"/>
      </w:pPr>
    </w:p>
    <w:p w14:paraId="0895E3EC" w14:textId="77777777" w:rsidR="00A857E6" w:rsidRDefault="00A857E6" w:rsidP="0046330A">
      <w:pPr>
        <w:pStyle w:val="LetteraTipo"/>
        <w:jc w:val="both"/>
      </w:pPr>
    </w:p>
    <w:p w14:paraId="79557EEA" w14:textId="77777777" w:rsidR="00A857E6" w:rsidRDefault="00A857E6" w:rsidP="0046330A">
      <w:pPr>
        <w:pStyle w:val="LetteraTipo"/>
        <w:jc w:val="both"/>
      </w:pPr>
    </w:p>
    <w:p w14:paraId="5FF2E153" w14:textId="77777777" w:rsidR="00A857E6" w:rsidRDefault="00A857E6" w:rsidP="0046330A">
      <w:pPr>
        <w:pStyle w:val="LetteraTipo"/>
        <w:jc w:val="both"/>
      </w:pPr>
    </w:p>
    <w:p w14:paraId="03BB12FC" w14:textId="77777777" w:rsidR="00A857E6" w:rsidRDefault="00A857E6" w:rsidP="0046330A">
      <w:pPr>
        <w:pStyle w:val="LetteraTipo"/>
        <w:jc w:val="both"/>
      </w:pPr>
    </w:p>
    <w:p w14:paraId="3AD3FB41" w14:textId="77777777" w:rsidR="00A857E6" w:rsidRDefault="00A857E6" w:rsidP="0046330A">
      <w:pPr>
        <w:pStyle w:val="LetteraTipo"/>
        <w:jc w:val="both"/>
      </w:pPr>
    </w:p>
    <w:p w14:paraId="715ABECF" w14:textId="77777777" w:rsidR="00A857E6" w:rsidRDefault="00A857E6" w:rsidP="0046330A">
      <w:pPr>
        <w:pStyle w:val="LetteraTipo"/>
        <w:jc w:val="both"/>
      </w:pPr>
    </w:p>
    <w:p w14:paraId="4156EF01" w14:textId="77777777" w:rsidR="00A857E6" w:rsidRPr="00666834" w:rsidRDefault="00A857E6" w:rsidP="0046330A">
      <w:pPr>
        <w:pStyle w:val="LetteraTipo"/>
        <w:jc w:val="both"/>
      </w:pPr>
    </w:p>
    <w:p w14:paraId="4801F03F" w14:textId="5D07F604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BE5000" w:rsidRPr="007254CF">
        <w:rPr>
          <w:b/>
          <w:sz w:val="24"/>
          <w:szCs w:val="24"/>
        </w:rPr>
        <w:t xml:space="preserve">di cui all’art. 48 del </w:t>
      </w:r>
      <w:proofErr w:type="spellStart"/>
      <w:r w:rsidR="00BE5000" w:rsidRPr="007254CF">
        <w:rPr>
          <w:b/>
          <w:sz w:val="24"/>
          <w:szCs w:val="24"/>
        </w:rPr>
        <w:t>D.Lgs.</w:t>
      </w:r>
      <w:proofErr w:type="spellEnd"/>
      <w:r w:rsidR="00BE5000" w:rsidRPr="007254CF">
        <w:rPr>
          <w:b/>
          <w:sz w:val="24"/>
          <w:szCs w:val="24"/>
        </w:rPr>
        <w:t xml:space="preserve"> n. 50/2016 </w:t>
      </w:r>
      <w:r w:rsidR="000A363B">
        <w:rPr>
          <w:b/>
          <w:sz w:val="24"/>
          <w:szCs w:val="24"/>
        </w:rPr>
        <w:t xml:space="preserve">e </w:t>
      </w:r>
      <w:proofErr w:type="spellStart"/>
      <w:r w:rsidR="000A363B">
        <w:rPr>
          <w:b/>
          <w:sz w:val="24"/>
          <w:szCs w:val="24"/>
        </w:rPr>
        <w:t>s.m.i.</w:t>
      </w:r>
      <w:proofErr w:type="spellEnd"/>
      <w:r w:rsidR="00F00179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318E084C" w14:textId="77777777" w:rsidR="004D20F5" w:rsidRPr="001D5EB3" w:rsidRDefault="004D20F5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62074E5E" w14:textId="77777777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33E3032F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052BE588" w14:textId="77777777" w:rsidR="00733BB4" w:rsidRPr="007254CF" w:rsidRDefault="00733BB4" w:rsidP="007254C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BBBB321" w14:textId="77777777" w:rsidR="00C16F91" w:rsidRDefault="00C16F91" w:rsidP="00F860B6">
      <w:pPr>
        <w:pStyle w:val="LetteraTipo"/>
        <w:jc w:val="both"/>
      </w:pPr>
    </w:p>
    <w:p w14:paraId="7D7E9BE7" w14:textId="239D5F02" w:rsidR="00927E10" w:rsidRPr="005C3F4C" w:rsidRDefault="00C16F91" w:rsidP="00927E10">
      <w:pPr>
        <w:pStyle w:val="LetteraTipo"/>
        <w:jc w:val="both"/>
      </w:pPr>
      <w:r>
        <w:t>ad eseguire il servizio</w:t>
      </w:r>
      <w:r w:rsidRPr="001D5EB3">
        <w:t xml:space="preserve"> in oggetto, secondo quanto prescrit</w:t>
      </w:r>
      <w:r>
        <w:t>to dalla documentazione tecnica</w:t>
      </w:r>
      <w:r w:rsidRPr="001D5EB3">
        <w:t xml:space="preserve"> alle seguenti condizioni: </w:t>
      </w:r>
    </w:p>
    <w:p w14:paraId="03C7501B" w14:textId="77777777" w:rsidR="00C16F91" w:rsidRPr="007254CF" w:rsidRDefault="00C16F91" w:rsidP="00C16F91">
      <w:pPr>
        <w:pStyle w:val="LetteraTipo"/>
        <w:jc w:val="both"/>
      </w:pPr>
    </w:p>
    <w:p w14:paraId="1058D73B" w14:textId="272E6720" w:rsidR="00C16F91" w:rsidRPr="009840A4" w:rsidRDefault="00C16F91" w:rsidP="002F058E">
      <w:pPr>
        <w:pStyle w:val="LetteraTipo"/>
        <w:numPr>
          <w:ilvl w:val="0"/>
          <w:numId w:val="23"/>
        </w:numPr>
        <w:jc w:val="both"/>
        <w:rPr>
          <w:b/>
        </w:rPr>
      </w:pPr>
      <w:r w:rsidRPr="009840A4">
        <w:rPr>
          <w:b/>
        </w:rPr>
        <w:t xml:space="preserve">RIBASSO SULLA TARIFFA </w:t>
      </w:r>
      <w:r>
        <w:rPr>
          <w:b/>
        </w:rPr>
        <w:t>ORARIA DI MANUTENZIONE</w:t>
      </w:r>
    </w:p>
    <w:p w14:paraId="3B45A77C" w14:textId="77777777" w:rsidR="00C16F91" w:rsidRPr="00666834" w:rsidRDefault="00C16F91" w:rsidP="00C16F91">
      <w:pPr>
        <w:pStyle w:val="LetteraTipo"/>
        <w:jc w:val="both"/>
      </w:pPr>
    </w:p>
    <w:p w14:paraId="7A370A99" w14:textId="77777777" w:rsidR="00C16F91" w:rsidRPr="00666834" w:rsidRDefault="00C16F91" w:rsidP="00C16F91">
      <w:pPr>
        <w:pStyle w:val="LetteraTipo"/>
        <w:jc w:val="both"/>
      </w:pPr>
      <w:r w:rsidRPr="00666834">
        <w:t xml:space="preserve">ribasso offerto espresso in euro € (indicare al massimo </w:t>
      </w:r>
      <w:r>
        <w:t>due</w:t>
      </w:r>
      <w:r w:rsidRPr="00666834">
        <w:t xml:space="preserve"> cifre decimali) (in cifre): </w:t>
      </w:r>
    </w:p>
    <w:sdt>
      <w:sdtPr>
        <w:id w:val="-821268833"/>
        <w:placeholder>
          <w:docPart w:val="2598058B52B843A7ADA9879EF0854F9B"/>
        </w:placeholder>
      </w:sdtPr>
      <w:sdtEndPr/>
      <w:sdtContent>
        <w:p w14:paraId="2C9E8585" w14:textId="77777777" w:rsidR="00C16F91" w:rsidRPr="00666834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5875158F" w14:textId="77777777" w:rsidR="00C16F91" w:rsidRPr="00666834" w:rsidRDefault="00C16F91" w:rsidP="00C16F91">
      <w:pPr>
        <w:pStyle w:val="LetteraTipo"/>
        <w:jc w:val="both"/>
      </w:pPr>
      <w:r w:rsidRPr="00666834">
        <w:t xml:space="preserve">ribasso offerto espresso in euro € (indicare al massimo </w:t>
      </w:r>
      <w:r>
        <w:t>due</w:t>
      </w:r>
      <w:r w:rsidRPr="00666834">
        <w:t xml:space="preserve"> cifre decimali) (in lettere): </w:t>
      </w:r>
    </w:p>
    <w:sdt>
      <w:sdtPr>
        <w:id w:val="409970847"/>
        <w:placeholder>
          <w:docPart w:val="2598058B52B843A7ADA9879EF0854F9B"/>
        </w:placeholder>
      </w:sdtPr>
      <w:sdtEndPr/>
      <w:sdtContent>
        <w:p w14:paraId="1EC8EB6A" w14:textId="77777777" w:rsidR="00C16F91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  <w:p w14:paraId="1CFBFA88" w14:textId="77777777" w:rsidR="00C16F91" w:rsidRPr="00666834" w:rsidRDefault="0053579B" w:rsidP="00C16F91">
          <w:pPr>
            <w:pStyle w:val="LetteraTipo"/>
            <w:jc w:val="both"/>
          </w:pPr>
        </w:p>
      </w:sdtContent>
    </w:sdt>
    <w:p w14:paraId="09C6EFA7" w14:textId="48E10AD2" w:rsidR="00C16F91" w:rsidRPr="00666834" w:rsidRDefault="00C16F91" w:rsidP="00C16F91">
      <w:pPr>
        <w:pStyle w:val="LetteraTipo"/>
        <w:jc w:val="both"/>
      </w:pPr>
      <w:r w:rsidRPr="00666834">
        <w:t xml:space="preserve">da applicare alla </w:t>
      </w:r>
      <w:r w:rsidRPr="009840A4">
        <w:t xml:space="preserve">tariffa </w:t>
      </w:r>
      <w:r>
        <w:t>oraria di manutenzione</w:t>
      </w:r>
      <w:r w:rsidRPr="00666834">
        <w:t xml:space="preserve"> a base di gara pari a </w:t>
      </w:r>
      <w:r w:rsidR="008028D7">
        <w:rPr>
          <w:b/>
        </w:rPr>
        <w:t>32,5</w:t>
      </w:r>
      <w:r>
        <w:rPr>
          <w:b/>
        </w:rPr>
        <w:t>0 €/h</w:t>
      </w:r>
      <w:r w:rsidRPr="009840A4">
        <w:rPr>
          <w:b/>
        </w:rPr>
        <w:t>.</w:t>
      </w:r>
    </w:p>
    <w:p w14:paraId="2FE48EA5" w14:textId="77777777" w:rsidR="00C16F91" w:rsidRDefault="00C16F91" w:rsidP="00C16F91">
      <w:pPr>
        <w:pStyle w:val="LetteraTipo"/>
        <w:jc w:val="both"/>
      </w:pPr>
    </w:p>
    <w:p w14:paraId="6E411386" w14:textId="77777777" w:rsidR="00C16F91" w:rsidRDefault="00C16F91" w:rsidP="00C16F91">
      <w:pPr>
        <w:pStyle w:val="LetteraTipo"/>
        <w:jc w:val="both"/>
      </w:pPr>
    </w:p>
    <w:p w14:paraId="5196F5BD" w14:textId="77777777" w:rsidR="00C16F91" w:rsidRPr="009840A4" w:rsidRDefault="00C16F91" w:rsidP="002F058E">
      <w:pPr>
        <w:pStyle w:val="LetteraTipo"/>
        <w:numPr>
          <w:ilvl w:val="0"/>
          <w:numId w:val="23"/>
        </w:numPr>
        <w:jc w:val="both"/>
        <w:rPr>
          <w:b/>
        </w:rPr>
      </w:pPr>
      <w:r>
        <w:rPr>
          <w:b/>
        </w:rPr>
        <w:t xml:space="preserve">NUMERO DI RIBASSO SULLE TARIFFE PER SOCCORSO IN LINEA E TRAINI </w:t>
      </w:r>
    </w:p>
    <w:p w14:paraId="275E2974" w14:textId="77777777" w:rsidR="00C16F91" w:rsidRDefault="00C16F91" w:rsidP="00C16F91">
      <w:pPr>
        <w:pStyle w:val="LetteraTipo"/>
        <w:jc w:val="both"/>
        <w:rPr>
          <w:b/>
        </w:rPr>
      </w:pPr>
    </w:p>
    <w:p w14:paraId="62692027" w14:textId="77777777" w:rsidR="00C16F91" w:rsidRPr="00666834" w:rsidRDefault="00C16F91" w:rsidP="00C16F91">
      <w:pPr>
        <w:pStyle w:val="LetteraTipo"/>
        <w:jc w:val="both"/>
      </w:pPr>
      <w:r>
        <w:t xml:space="preserve">Numero di </w:t>
      </w:r>
      <w:r w:rsidRPr="00666834">
        <w:t xml:space="preserve">ribasso </w:t>
      </w:r>
      <w:r>
        <w:t xml:space="preserve">offerto </w:t>
      </w:r>
      <w:r w:rsidRPr="00666834">
        <w:t xml:space="preserve">(in cifre): </w:t>
      </w:r>
    </w:p>
    <w:sdt>
      <w:sdtPr>
        <w:id w:val="863864774"/>
        <w:placeholder>
          <w:docPart w:val="2598058B52B843A7ADA9879EF0854F9B"/>
        </w:placeholder>
      </w:sdtPr>
      <w:sdtEndPr/>
      <w:sdtContent>
        <w:p w14:paraId="76037046" w14:textId="77777777" w:rsidR="00C16F91" w:rsidRPr="00666834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7CF73426" w14:textId="77777777" w:rsidR="00C16F91" w:rsidRPr="00666834" w:rsidRDefault="00C16F91" w:rsidP="00C16F91">
      <w:pPr>
        <w:pStyle w:val="LetteraTipo"/>
        <w:jc w:val="both"/>
      </w:pPr>
      <w:r>
        <w:t xml:space="preserve">Numero di </w:t>
      </w:r>
      <w:r w:rsidRPr="00666834">
        <w:t>ribasso</w:t>
      </w:r>
      <w:r>
        <w:t xml:space="preserve"> offerto</w:t>
      </w:r>
      <w:r w:rsidRPr="00666834">
        <w:t xml:space="preserve"> (in lettere): </w:t>
      </w:r>
    </w:p>
    <w:sdt>
      <w:sdtPr>
        <w:id w:val="274755473"/>
        <w:placeholder>
          <w:docPart w:val="2598058B52B843A7ADA9879EF0854F9B"/>
        </w:placeholder>
      </w:sdtPr>
      <w:sdtEndPr/>
      <w:sdtContent>
        <w:p w14:paraId="3298866C" w14:textId="77777777" w:rsidR="00C16F91" w:rsidRPr="00666834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12ACA50F" w14:textId="78AE3329" w:rsidR="00C16F91" w:rsidRPr="005B4714" w:rsidRDefault="00C16F91" w:rsidP="00C16F91">
      <w:pPr>
        <w:tabs>
          <w:tab w:val="left" w:pos="2776"/>
        </w:tabs>
        <w:spacing w:after="160" w:line="280" w:lineRule="exac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nel rispetto di quanto</w:t>
      </w:r>
      <w:r w:rsidRPr="005B4714">
        <w:rPr>
          <w:rFonts w:ascii="Arial" w:eastAsiaTheme="minorHAnsi" w:hAnsi="Arial" w:cs="Arial"/>
          <w:sz w:val="20"/>
          <w:szCs w:val="20"/>
          <w:lang w:eastAsia="en-US"/>
        </w:rPr>
        <w:t xml:space="preserve"> previsto negli artt. 15.1, 15.8 e 20 del Capitolato Speciale</w:t>
      </w:r>
      <w:r w:rsidR="000F75D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681759DE" w14:textId="77777777" w:rsidR="00C16F91" w:rsidRDefault="00C16F91" w:rsidP="00C16F91">
      <w:pPr>
        <w:pStyle w:val="LetteraTipo"/>
        <w:jc w:val="both"/>
        <w:rPr>
          <w:b/>
        </w:rPr>
      </w:pPr>
    </w:p>
    <w:p w14:paraId="62DF8265" w14:textId="77777777" w:rsidR="00C16F91" w:rsidRPr="009840A4" w:rsidRDefault="00C16F91" w:rsidP="002F058E">
      <w:pPr>
        <w:pStyle w:val="LetteraTipo"/>
        <w:numPr>
          <w:ilvl w:val="0"/>
          <w:numId w:val="23"/>
        </w:numPr>
        <w:jc w:val="both"/>
        <w:rPr>
          <w:b/>
        </w:rPr>
      </w:pPr>
      <w:r w:rsidRPr="009840A4">
        <w:rPr>
          <w:b/>
        </w:rPr>
        <w:t xml:space="preserve">INCREMENTO DI SCONTO SUI RICAMBI </w:t>
      </w:r>
    </w:p>
    <w:p w14:paraId="339A5A59" w14:textId="77777777" w:rsidR="00C16F91" w:rsidRDefault="00C16F91" w:rsidP="00C16F91">
      <w:pPr>
        <w:pStyle w:val="LetteraTipo"/>
        <w:jc w:val="both"/>
      </w:pPr>
    </w:p>
    <w:p w14:paraId="4388D343" w14:textId="77777777" w:rsidR="00C16F91" w:rsidRPr="00666834" w:rsidRDefault="00C16F91" w:rsidP="00C16F91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cifre): </w:t>
      </w:r>
    </w:p>
    <w:sdt>
      <w:sdtPr>
        <w:id w:val="2021112419"/>
        <w:placeholder>
          <w:docPart w:val="4C177D5E971949EAB1585E8996D84516"/>
        </w:placeholder>
      </w:sdtPr>
      <w:sdtEndPr/>
      <w:sdtContent>
        <w:p w14:paraId="731D7D64" w14:textId="77777777" w:rsidR="00C16F91" w:rsidRPr="00666834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4D604D2E" w14:textId="77777777" w:rsidR="00C16F91" w:rsidRPr="00666834" w:rsidRDefault="00C16F91" w:rsidP="00C16F91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lettere): </w:t>
      </w:r>
    </w:p>
    <w:sdt>
      <w:sdtPr>
        <w:id w:val="-540287938"/>
        <w:placeholder>
          <w:docPart w:val="4C177D5E971949EAB1585E8996D84516"/>
        </w:placeholder>
      </w:sdtPr>
      <w:sdtEndPr/>
      <w:sdtContent>
        <w:p w14:paraId="027DAE43" w14:textId="77777777" w:rsidR="00C16F91" w:rsidRPr="00666834" w:rsidRDefault="00C16F91" w:rsidP="00C16F91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2A92FDEF" w14:textId="4DED977E" w:rsidR="00C16F91" w:rsidRDefault="00C16F91" w:rsidP="00C16F91">
      <w:pPr>
        <w:pStyle w:val="LetteraTipo"/>
        <w:jc w:val="both"/>
      </w:pPr>
      <w:r>
        <w:t>così come previsto</w:t>
      </w:r>
      <w:r w:rsidRPr="000375BC">
        <w:t xml:space="preserve"> </w:t>
      </w:r>
      <w:r>
        <w:t>n</w:t>
      </w:r>
      <w:r w:rsidRPr="000375BC">
        <w:t xml:space="preserve">egli artt. </w:t>
      </w:r>
      <w:r>
        <w:t xml:space="preserve">15.1 e </w:t>
      </w:r>
      <w:r w:rsidRPr="000375BC">
        <w:t>15.</w:t>
      </w:r>
      <w:r>
        <w:t>9</w:t>
      </w:r>
      <w:r w:rsidRPr="000375BC">
        <w:t xml:space="preserve"> </w:t>
      </w:r>
      <w:r>
        <w:t>Capitolato Speciale</w:t>
      </w:r>
      <w:r w:rsidR="000F75DA">
        <w:t>.</w:t>
      </w:r>
    </w:p>
    <w:p w14:paraId="64247924" w14:textId="77777777" w:rsidR="00C16F91" w:rsidRDefault="00C16F91" w:rsidP="00C16F91">
      <w:pPr>
        <w:pStyle w:val="LetteraTipo"/>
        <w:jc w:val="both"/>
      </w:pPr>
    </w:p>
    <w:p w14:paraId="7B7B0A59" w14:textId="5E15696D" w:rsidR="00C16F91" w:rsidRPr="00075783" w:rsidRDefault="00C16F91" w:rsidP="00C16F91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5783">
        <w:rPr>
          <w:rFonts w:ascii="Arial" w:eastAsia="Calibri" w:hAnsi="Arial" w:cs="Arial"/>
          <w:sz w:val="20"/>
          <w:szCs w:val="20"/>
          <w:lang w:eastAsia="en-US"/>
        </w:rPr>
        <w:lastRenderedPageBreak/>
        <w:t>Si indicano, ai sensi dell’art. 95 comma 10 de D.lgs. n. 50/2016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e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s.m.i.</w:t>
      </w:r>
      <w:proofErr w:type="spellEnd"/>
      <w:r w:rsidRPr="00075783">
        <w:rPr>
          <w:rFonts w:ascii="Arial" w:eastAsia="Calibri" w:hAnsi="Arial" w:cs="Arial"/>
          <w:sz w:val="20"/>
          <w:szCs w:val="20"/>
          <w:lang w:eastAsia="en-US"/>
        </w:rPr>
        <w:t xml:space="preserve"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</w:t>
      </w:r>
      <w:r>
        <w:rPr>
          <w:rFonts w:ascii="Arial" w:eastAsia="Calibri" w:hAnsi="Arial" w:cs="Arial"/>
          <w:sz w:val="20"/>
          <w:szCs w:val="20"/>
          <w:lang w:eastAsia="en-US"/>
        </w:rPr>
        <w:t>dal</w:t>
      </w:r>
      <w:r w:rsidR="008028D7">
        <w:rPr>
          <w:rFonts w:ascii="Arial" w:eastAsia="Calibri" w:hAnsi="Arial" w:cs="Arial"/>
          <w:sz w:val="20"/>
          <w:szCs w:val="20"/>
          <w:lang w:eastAsia="en-US"/>
        </w:rPr>
        <w:t>la Stazione Appaltante in € 1.824</w:t>
      </w:r>
      <w:r w:rsidRPr="00075783">
        <w:rPr>
          <w:rFonts w:ascii="Arial" w:eastAsia="Calibri" w:hAnsi="Arial" w:cs="Arial"/>
          <w:sz w:val="20"/>
          <w:szCs w:val="20"/>
          <w:lang w:eastAsia="en-US"/>
        </w:rPr>
        <w:t>,00):</w:t>
      </w:r>
    </w:p>
    <w:p w14:paraId="3A490293" w14:textId="77777777" w:rsidR="00C16F91" w:rsidRPr="00075783" w:rsidRDefault="00C16F91" w:rsidP="00C16F91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160929A" w14:textId="77777777" w:rsidR="006E0B38" w:rsidRDefault="006E0B38" w:rsidP="006E0B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E502BA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5CA658CF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74A9E2B9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745386741"/>
        <w:placeholder>
          <w:docPart w:val="EF9B3D251233465FA7E9B05DB2F9E6F3"/>
        </w:placeholder>
        <w:text/>
      </w:sdtPr>
      <w:sdtEndPr/>
      <w:sdtContent>
        <w:p w14:paraId="346BD822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14:paraId="284F4CD2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0542DE2C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527661"/>
        <w:placeholder>
          <w:docPart w:val="239D1B8FA61F410B984C5E9EF45902BE"/>
        </w:placeholder>
        <w:text/>
      </w:sdtPr>
      <w:sdtEndPr/>
      <w:sdtContent>
        <w:p w14:paraId="7151F534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14:paraId="7038C712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4D39EF0E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4294CD1E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618DDA5A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19FEA276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522777684"/>
        <w:placeholder>
          <w:docPart w:val="53DEFBCA845944DFBA142948A524403B"/>
        </w:placeholder>
        <w:text/>
      </w:sdtPr>
      <w:sdtEndPr/>
      <w:sdtContent>
        <w:p w14:paraId="58AB54B2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14:paraId="3FDD039C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1CE05470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01308667"/>
        <w:placeholder>
          <w:docPart w:val="ABFD9C8434B44550A1321698421E4756"/>
        </w:placeholder>
        <w:text/>
      </w:sdtPr>
      <w:sdtEndPr/>
      <w:sdtContent>
        <w:p w14:paraId="6513FB37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14:paraId="790477E7" w14:textId="77777777" w:rsidR="00B27DD6" w:rsidRDefault="00B27DD6" w:rsidP="00C16F91">
      <w:pPr>
        <w:pStyle w:val="LetteraTipo"/>
        <w:spacing w:line="276" w:lineRule="auto"/>
        <w:jc w:val="both"/>
        <w:rPr>
          <w:b/>
        </w:rPr>
      </w:pPr>
    </w:p>
    <w:p w14:paraId="240626D0" w14:textId="265B33EC" w:rsidR="00B27DD6" w:rsidRPr="001D5EB3" w:rsidRDefault="00B27DD6" w:rsidP="00B27DD6">
      <w:pPr>
        <w:pStyle w:val="LetteraTipo"/>
        <w:jc w:val="both"/>
      </w:pPr>
      <w:r w:rsidRPr="001D5EB3">
        <w:t>Ai sensi dell’art. 48 comma 4 del D.lgs. n. 50/2016</w:t>
      </w:r>
      <w:r>
        <w:t xml:space="preserve"> e </w:t>
      </w:r>
      <w:proofErr w:type="spellStart"/>
      <w:r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1B0BBEE0" w14:textId="77777777" w:rsidR="00B27DD6" w:rsidRPr="001D5EB3" w:rsidRDefault="00B27DD6" w:rsidP="00B27DD6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</w:p>
    <w:p w14:paraId="2CA64B87" w14:textId="77777777" w:rsidR="00B27DD6" w:rsidRPr="001D5EB3" w:rsidRDefault="00B27DD6" w:rsidP="00B27DD6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………………………………………………………………………..………………</w:t>
          </w:r>
        </w:sdtContent>
      </w:sdt>
    </w:p>
    <w:p w14:paraId="02AC3DB5" w14:textId="77777777" w:rsidR="00B27DD6" w:rsidRPr="001D5EB3" w:rsidRDefault="00B27DD6" w:rsidP="00B27DD6">
      <w:pPr>
        <w:pStyle w:val="LetteraTipo"/>
        <w:jc w:val="both"/>
      </w:pPr>
      <w:r w:rsidRPr="001D5EB3">
        <w:t xml:space="preserve">-Impresa </w:t>
      </w:r>
      <w:sdt>
        <w:sdtPr>
          <w:id w:val="-430665395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4C7FD0E" w14:textId="77777777" w:rsidR="00B27DD6" w:rsidRPr="001D5EB3" w:rsidRDefault="00B27DD6" w:rsidP="00B27DD6">
      <w:pPr>
        <w:pStyle w:val="LetteraTipo"/>
        <w:jc w:val="both"/>
      </w:pPr>
      <w:r w:rsidRPr="001D5EB3">
        <w:t xml:space="preserve">-parte servizio/fornitura </w:t>
      </w:r>
      <w:sdt>
        <w:sdtPr>
          <w:id w:val="-1613036665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………………………………………………………………..………………………</w:t>
          </w:r>
        </w:sdtContent>
      </w:sdt>
    </w:p>
    <w:p w14:paraId="2743D3B0" w14:textId="77777777" w:rsidR="00B27DD6" w:rsidRPr="001D5EB3" w:rsidRDefault="00B27DD6" w:rsidP="00B27DD6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</w:p>
    <w:p w14:paraId="701CC9FF" w14:textId="77777777" w:rsidR="00B27DD6" w:rsidRPr="001D5EB3" w:rsidRDefault="00B27DD6" w:rsidP="00B27DD6">
      <w:pPr>
        <w:pStyle w:val="LetteraTipo"/>
        <w:jc w:val="both"/>
      </w:pPr>
      <w:r w:rsidRPr="001D5EB3">
        <w:t xml:space="preserve">-parte servizio/fornitura </w:t>
      </w:r>
      <w:sdt>
        <w:sdtPr>
          <w:id w:val="-1907687694"/>
          <w:placeholder>
            <w:docPart w:val="EDB087A991F54B1AAA4207284D667664"/>
          </w:placeholder>
          <w:text/>
        </w:sdtPr>
        <w:sdtEndPr/>
        <w:sdtContent>
          <w:r w:rsidRPr="001D5EB3">
            <w:t>………………………………………………………………..………………………</w:t>
          </w:r>
        </w:sdtContent>
      </w:sdt>
    </w:p>
    <w:p w14:paraId="1B7E2B48" w14:textId="77777777" w:rsidR="00B27DD6" w:rsidRPr="001D5EB3" w:rsidRDefault="00B27DD6" w:rsidP="00B27DD6">
      <w:pPr>
        <w:pStyle w:val="LetteraTipo"/>
        <w:jc w:val="both"/>
      </w:pPr>
    </w:p>
    <w:p w14:paraId="05DA5547" w14:textId="77777777" w:rsidR="00B27DD6" w:rsidRDefault="00B27DD6" w:rsidP="00C16F91">
      <w:pPr>
        <w:pStyle w:val="LetteraTipo"/>
        <w:spacing w:line="276" w:lineRule="auto"/>
        <w:jc w:val="both"/>
        <w:rPr>
          <w:b/>
        </w:rPr>
      </w:pPr>
    </w:p>
    <w:p w14:paraId="3B036132" w14:textId="77777777" w:rsidR="00C16F91" w:rsidRPr="00761819" w:rsidRDefault="00C16F91" w:rsidP="00C16F91">
      <w:pPr>
        <w:pStyle w:val="LetteraTipo"/>
        <w:spacing w:line="276" w:lineRule="auto"/>
        <w:jc w:val="both"/>
      </w:pPr>
      <w:r w:rsidRPr="00761819">
        <w:rPr>
          <w:b/>
        </w:rPr>
        <w:t>N.B.1</w:t>
      </w:r>
      <w:r w:rsidRPr="00761819">
        <w:t xml:space="preserve"> il periodo di validità dell’offerta, a pena di esclusione dalla gara, non potrà essere inferiore a 180 giorni dalla data di scadenza del termine per la presentazione delle offerte. </w:t>
      </w:r>
    </w:p>
    <w:p w14:paraId="0BB484AC" w14:textId="77777777" w:rsidR="00C16F91" w:rsidRPr="00761819" w:rsidRDefault="00C16F91" w:rsidP="00C16F91">
      <w:pPr>
        <w:pStyle w:val="LetteraTipo"/>
        <w:jc w:val="both"/>
      </w:pPr>
      <w:r w:rsidRPr="00761819">
        <w:rPr>
          <w:b/>
        </w:rPr>
        <w:t>N.B.</w:t>
      </w:r>
      <w:r>
        <w:rPr>
          <w:b/>
        </w:rPr>
        <w:t>2</w:t>
      </w:r>
      <w:r w:rsidRPr="00761819">
        <w:rPr>
          <w:b/>
        </w:rPr>
        <w:t xml:space="preserve">: </w:t>
      </w:r>
      <w:r w:rsidRPr="00761819">
        <w:t>In caso di mancata corrispondenza tra gli importi espressi in cifre e quelli espressi il lettere, preverranno quelli espressi in lettere.</w:t>
      </w:r>
    </w:p>
    <w:p w14:paraId="663191A1" w14:textId="77777777" w:rsidR="00F94010" w:rsidRPr="00761819" w:rsidRDefault="00C16F91" w:rsidP="00F94010">
      <w:pPr>
        <w:pStyle w:val="LetteraTipo"/>
        <w:jc w:val="both"/>
        <w:rPr>
          <w:b/>
        </w:rPr>
      </w:pPr>
      <w:r>
        <w:rPr>
          <w:b/>
        </w:rPr>
        <w:t>N.B.3</w:t>
      </w:r>
      <w:r w:rsidRPr="00761819">
        <w:rPr>
          <w:b/>
        </w:rPr>
        <w:t>:</w:t>
      </w:r>
      <w:r w:rsidRPr="00761819">
        <w:t xml:space="preserve"> l’offerta economica presentata si intende omnicomprensiva e compensativa di tutte le attività che verranno poste in essere per l’espletamento dell’appalto secondo quanto prescritto dalla documentazione di gara.</w:t>
      </w:r>
      <w:r w:rsidR="00F94010">
        <w:t xml:space="preserve"> Si rimanda all’art.6 del Capitolato Speciale.</w:t>
      </w:r>
    </w:p>
    <w:p w14:paraId="21681B7F" w14:textId="77777777" w:rsidR="00C16F91" w:rsidRPr="00666834" w:rsidRDefault="00C16F91" w:rsidP="00C16F91">
      <w:pPr>
        <w:pStyle w:val="LetteraTipo"/>
        <w:jc w:val="both"/>
      </w:pPr>
    </w:p>
    <w:p w14:paraId="2B88710A" w14:textId="77777777" w:rsidR="00730968" w:rsidRDefault="00730968" w:rsidP="00666834">
      <w:pPr>
        <w:pStyle w:val="LetteraTipo"/>
        <w:jc w:val="both"/>
      </w:pPr>
    </w:p>
    <w:p w14:paraId="3F1BD11B" w14:textId="77777777" w:rsidR="00A857E6" w:rsidRDefault="00A857E6" w:rsidP="00666834">
      <w:pPr>
        <w:pStyle w:val="LetteraTipo"/>
        <w:jc w:val="both"/>
      </w:pPr>
    </w:p>
    <w:p w14:paraId="2931C72F" w14:textId="77777777" w:rsidR="00A857E6" w:rsidRDefault="00A857E6" w:rsidP="00666834">
      <w:pPr>
        <w:pStyle w:val="LetteraTipo"/>
        <w:jc w:val="both"/>
      </w:pPr>
    </w:p>
    <w:p w14:paraId="75B32FC3" w14:textId="77777777" w:rsidR="00A857E6" w:rsidRDefault="00A857E6" w:rsidP="00666834">
      <w:pPr>
        <w:pStyle w:val="LetteraTipo"/>
        <w:jc w:val="both"/>
      </w:pPr>
    </w:p>
    <w:p w14:paraId="763C35EF" w14:textId="77777777" w:rsidR="00A857E6" w:rsidRDefault="00A857E6" w:rsidP="00666834">
      <w:pPr>
        <w:pStyle w:val="LetteraTipo"/>
        <w:jc w:val="both"/>
      </w:pPr>
    </w:p>
    <w:p w14:paraId="3BC7AFAF" w14:textId="3F01F00F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0A363B">
        <w:rPr>
          <w:b/>
          <w:sz w:val="24"/>
          <w:szCs w:val="24"/>
        </w:rPr>
        <w:t xml:space="preserve">e </w:t>
      </w:r>
      <w:proofErr w:type="spellStart"/>
      <w:r w:rsidR="000A363B">
        <w:rPr>
          <w:b/>
          <w:sz w:val="24"/>
          <w:szCs w:val="24"/>
        </w:rPr>
        <w:t>s.m.i.</w:t>
      </w:r>
      <w:proofErr w:type="spellEnd"/>
      <w:r w:rsidR="00F00179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53579B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53579B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53579B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53579B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sdt>
      <w:sdtPr>
        <w:id w:val="1899708576"/>
        <w:placeholder>
          <w:docPart w:val="905D0AC763D44B22B6ABC0C5DCEE38FB"/>
        </w:placeholder>
        <w:text/>
      </w:sdtPr>
      <w:sdtEndPr/>
      <w:sdtContent>
        <w:p w14:paraId="0923E17F" w14:textId="77777777" w:rsidR="007035A8" w:rsidRPr="001D5EB3" w:rsidRDefault="007035A8" w:rsidP="00F860B6">
          <w:pPr>
            <w:pStyle w:val="LetteraTipo"/>
            <w:jc w:val="both"/>
          </w:pPr>
          <w:r w:rsidRPr="001D5EB3">
            <w:t>……………………………….………………………………………………………………………………</w:t>
          </w:r>
        </w:p>
      </w:sdtContent>
    </w:sdt>
    <w:p w14:paraId="408E77A4" w14:textId="07A20900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34909264" w14:textId="77777777" w:rsidR="004D20F5" w:rsidRPr="001D5EB3" w:rsidRDefault="004D20F5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01B72C09" w14:textId="77777777" w:rsidR="00A32F1E" w:rsidRPr="001D5EB3" w:rsidRDefault="00A32F1E" w:rsidP="007254CF">
      <w:pPr>
        <w:pStyle w:val="LetteraTipo"/>
        <w:rPr>
          <w:i/>
        </w:rPr>
      </w:pP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13FB493" w14:textId="77777777" w:rsidR="00733BB4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486337C2" w14:textId="77777777" w:rsidR="00F00179" w:rsidRPr="007254CF" w:rsidRDefault="00F00179" w:rsidP="007254CF">
      <w:pPr>
        <w:pStyle w:val="LetteraTipo"/>
        <w:jc w:val="center"/>
        <w:rPr>
          <w:b/>
        </w:rPr>
      </w:pPr>
    </w:p>
    <w:p w14:paraId="6A675B19" w14:textId="5E6BFB7B" w:rsidR="00763C26" w:rsidRDefault="00CB25DB" w:rsidP="00763C26">
      <w:pPr>
        <w:pStyle w:val="LetteraTipo"/>
        <w:jc w:val="both"/>
      </w:pPr>
      <w:r w:rsidRPr="001D5EB3">
        <w:t xml:space="preserve">ad eseguire </w:t>
      </w:r>
      <w:r w:rsidR="00B17A00" w:rsidRPr="001D5EB3">
        <w:t xml:space="preserve">la fornitura </w:t>
      </w:r>
      <w:r w:rsidRPr="001D5EB3">
        <w:t>in oggetto, secondo quanto prescritto dalla documentazione tecnica  alle seguenti condizioni:</w:t>
      </w:r>
    </w:p>
    <w:p w14:paraId="512529ED" w14:textId="77777777" w:rsidR="00927E10" w:rsidRPr="007254CF" w:rsidRDefault="00927E10" w:rsidP="00700ADE">
      <w:pPr>
        <w:pStyle w:val="LetteraTipo"/>
        <w:jc w:val="both"/>
      </w:pPr>
    </w:p>
    <w:p w14:paraId="35EE7B87" w14:textId="71C471AD" w:rsidR="00700ADE" w:rsidRPr="009840A4" w:rsidRDefault="00700ADE" w:rsidP="00700ADE">
      <w:pPr>
        <w:pStyle w:val="LetteraTipo"/>
        <w:numPr>
          <w:ilvl w:val="0"/>
          <w:numId w:val="25"/>
        </w:numPr>
        <w:jc w:val="both"/>
        <w:rPr>
          <w:b/>
        </w:rPr>
      </w:pPr>
      <w:r w:rsidRPr="009840A4">
        <w:rPr>
          <w:b/>
        </w:rPr>
        <w:t xml:space="preserve">RIBASSO SULLA TARIFFA </w:t>
      </w:r>
      <w:r>
        <w:rPr>
          <w:b/>
        </w:rPr>
        <w:t>ORARIA DI MANUTENZIONE</w:t>
      </w:r>
    </w:p>
    <w:p w14:paraId="1905B679" w14:textId="77777777" w:rsidR="00700ADE" w:rsidRPr="00666834" w:rsidRDefault="00700ADE" w:rsidP="00700ADE">
      <w:pPr>
        <w:pStyle w:val="LetteraTipo"/>
        <w:jc w:val="both"/>
      </w:pPr>
    </w:p>
    <w:p w14:paraId="0B35FDED" w14:textId="77777777" w:rsidR="00700ADE" w:rsidRPr="00666834" w:rsidRDefault="00700ADE" w:rsidP="00700ADE">
      <w:pPr>
        <w:pStyle w:val="LetteraTipo"/>
        <w:jc w:val="both"/>
      </w:pPr>
      <w:r w:rsidRPr="00666834">
        <w:t xml:space="preserve">ribasso offerto espresso in euro € (indicare al massimo </w:t>
      </w:r>
      <w:r>
        <w:t>due</w:t>
      </w:r>
      <w:r w:rsidRPr="00666834">
        <w:t xml:space="preserve"> cifre decimali) (in cifre): </w:t>
      </w:r>
    </w:p>
    <w:sdt>
      <w:sdtPr>
        <w:id w:val="-1303996276"/>
        <w:placeholder>
          <w:docPart w:val="C4FE3ED57D3445CE832D4133EFF21F07"/>
        </w:placeholder>
      </w:sdtPr>
      <w:sdtEndPr/>
      <w:sdtContent>
        <w:p w14:paraId="315B28E4" w14:textId="77777777" w:rsidR="00700ADE" w:rsidRPr="00666834" w:rsidRDefault="00700ADE" w:rsidP="00700AD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113C8AB9" w14:textId="77777777" w:rsidR="00700ADE" w:rsidRPr="00666834" w:rsidRDefault="00700ADE" w:rsidP="00700ADE">
      <w:pPr>
        <w:pStyle w:val="LetteraTipo"/>
        <w:jc w:val="both"/>
      </w:pPr>
      <w:r w:rsidRPr="00666834">
        <w:t xml:space="preserve">ribasso offerto espresso in euro € (indicare al massimo </w:t>
      </w:r>
      <w:r>
        <w:t>due</w:t>
      </w:r>
      <w:r w:rsidRPr="00666834">
        <w:t xml:space="preserve"> cifre decimali) (in lettere): </w:t>
      </w:r>
    </w:p>
    <w:sdt>
      <w:sdtPr>
        <w:id w:val="-1530869911"/>
        <w:placeholder>
          <w:docPart w:val="C4FE3ED57D3445CE832D4133EFF21F07"/>
        </w:placeholder>
      </w:sdtPr>
      <w:sdtEndPr/>
      <w:sdtContent>
        <w:p w14:paraId="5AA29127" w14:textId="77777777" w:rsidR="00700ADE" w:rsidRDefault="00700ADE" w:rsidP="00700AD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  <w:p w14:paraId="29A77CFB" w14:textId="77777777" w:rsidR="00700ADE" w:rsidRPr="00666834" w:rsidRDefault="0053579B" w:rsidP="00700ADE">
          <w:pPr>
            <w:pStyle w:val="LetteraTipo"/>
            <w:jc w:val="both"/>
          </w:pPr>
        </w:p>
      </w:sdtContent>
    </w:sdt>
    <w:p w14:paraId="19726DAC" w14:textId="69143649" w:rsidR="00700ADE" w:rsidRPr="00666834" w:rsidRDefault="00700ADE" w:rsidP="00700ADE">
      <w:pPr>
        <w:pStyle w:val="LetteraTipo"/>
        <w:jc w:val="both"/>
      </w:pPr>
      <w:r w:rsidRPr="00666834">
        <w:t xml:space="preserve">da applicare alla </w:t>
      </w:r>
      <w:r w:rsidRPr="009840A4">
        <w:t xml:space="preserve">tariffa </w:t>
      </w:r>
      <w:r>
        <w:t>oraria di manutenzione</w:t>
      </w:r>
      <w:r w:rsidRPr="00666834">
        <w:t xml:space="preserve"> a base di gara pari a </w:t>
      </w:r>
      <w:r w:rsidR="00B36035">
        <w:rPr>
          <w:b/>
        </w:rPr>
        <w:t>32,5</w:t>
      </w:r>
      <w:r>
        <w:rPr>
          <w:b/>
        </w:rPr>
        <w:t>0 €/h</w:t>
      </w:r>
      <w:r w:rsidRPr="009840A4">
        <w:rPr>
          <w:b/>
        </w:rPr>
        <w:t>.</w:t>
      </w:r>
    </w:p>
    <w:p w14:paraId="768EF7BE" w14:textId="77777777" w:rsidR="00700ADE" w:rsidRDefault="00700ADE" w:rsidP="00700ADE">
      <w:pPr>
        <w:pStyle w:val="LetteraTipo"/>
        <w:jc w:val="both"/>
      </w:pPr>
    </w:p>
    <w:p w14:paraId="65C330ED" w14:textId="36820907" w:rsidR="00700ADE" w:rsidRPr="009840A4" w:rsidRDefault="00700ADE" w:rsidP="00700ADE">
      <w:pPr>
        <w:pStyle w:val="LetteraTipo"/>
        <w:numPr>
          <w:ilvl w:val="0"/>
          <w:numId w:val="25"/>
        </w:numPr>
        <w:jc w:val="both"/>
        <w:rPr>
          <w:b/>
        </w:rPr>
      </w:pPr>
      <w:r>
        <w:rPr>
          <w:b/>
        </w:rPr>
        <w:t>NUMERO DI RIBASSO SULLE TARIFFE</w:t>
      </w:r>
      <w:r w:rsidR="00B36035">
        <w:rPr>
          <w:b/>
        </w:rPr>
        <w:t xml:space="preserve"> PER SOCCORSO IN LINEA E TRAINI</w:t>
      </w:r>
    </w:p>
    <w:p w14:paraId="0C38EC83" w14:textId="77777777" w:rsidR="00700ADE" w:rsidRDefault="00700ADE" w:rsidP="00700ADE">
      <w:pPr>
        <w:pStyle w:val="LetteraTipo"/>
        <w:jc w:val="both"/>
        <w:rPr>
          <w:b/>
        </w:rPr>
      </w:pPr>
    </w:p>
    <w:p w14:paraId="7ED60D17" w14:textId="77777777" w:rsidR="00700ADE" w:rsidRPr="00666834" w:rsidRDefault="00700ADE" w:rsidP="00700ADE">
      <w:pPr>
        <w:pStyle w:val="LetteraTipo"/>
        <w:jc w:val="both"/>
      </w:pPr>
      <w:r>
        <w:t xml:space="preserve">Numero di </w:t>
      </w:r>
      <w:r w:rsidRPr="00666834">
        <w:t xml:space="preserve">ribasso </w:t>
      </w:r>
      <w:r>
        <w:t xml:space="preserve">offerto </w:t>
      </w:r>
      <w:r w:rsidRPr="00666834">
        <w:t xml:space="preserve">(in cifre): </w:t>
      </w:r>
    </w:p>
    <w:sdt>
      <w:sdtPr>
        <w:id w:val="1762265029"/>
        <w:placeholder>
          <w:docPart w:val="C4FE3ED57D3445CE832D4133EFF21F07"/>
        </w:placeholder>
      </w:sdtPr>
      <w:sdtEndPr/>
      <w:sdtContent>
        <w:p w14:paraId="74C131B3" w14:textId="77777777" w:rsidR="00700ADE" w:rsidRPr="00666834" w:rsidRDefault="00700ADE" w:rsidP="00700AD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329C9418" w14:textId="77777777" w:rsidR="00700ADE" w:rsidRPr="00666834" w:rsidRDefault="00700ADE" w:rsidP="00700ADE">
      <w:pPr>
        <w:pStyle w:val="LetteraTipo"/>
        <w:jc w:val="both"/>
      </w:pPr>
      <w:r>
        <w:t xml:space="preserve">Numero di </w:t>
      </w:r>
      <w:r w:rsidRPr="00666834">
        <w:t>ribasso</w:t>
      </w:r>
      <w:r>
        <w:t xml:space="preserve"> offerto</w:t>
      </w:r>
      <w:r w:rsidRPr="00666834">
        <w:t xml:space="preserve"> (in lettere): </w:t>
      </w:r>
    </w:p>
    <w:sdt>
      <w:sdtPr>
        <w:id w:val="1228182493"/>
        <w:placeholder>
          <w:docPart w:val="C4FE3ED57D3445CE832D4133EFF21F07"/>
        </w:placeholder>
      </w:sdtPr>
      <w:sdtEndPr/>
      <w:sdtContent>
        <w:p w14:paraId="1F92C7C9" w14:textId="21E40ED6" w:rsidR="00700ADE" w:rsidRDefault="00700ADE" w:rsidP="00744EC5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750EE24A" w14:textId="2457540F" w:rsidR="00700ADE" w:rsidRPr="005C3F4C" w:rsidRDefault="00700ADE" w:rsidP="005C3F4C">
      <w:pPr>
        <w:tabs>
          <w:tab w:val="left" w:pos="2776"/>
        </w:tabs>
        <w:spacing w:after="160" w:line="280" w:lineRule="exac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nel rispetto di quanto</w:t>
      </w:r>
      <w:r w:rsidRPr="005B4714">
        <w:rPr>
          <w:rFonts w:ascii="Arial" w:eastAsiaTheme="minorHAnsi" w:hAnsi="Arial" w:cs="Arial"/>
          <w:sz w:val="20"/>
          <w:szCs w:val="20"/>
          <w:lang w:eastAsia="en-US"/>
        </w:rPr>
        <w:t xml:space="preserve"> previsto negli artt. 15.1, 15.8 e 20 del Capitolato Speciale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4519E2DC" w14:textId="77777777" w:rsidR="00744EC5" w:rsidRDefault="00744EC5" w:rsidP="00744EC5">
      <w:pPr>
        <w:pStyle w:val="LetteraTipo"/>
        <w:ind w:left="360"/>
        <w:jc w:val="both"/>
        <w:rPr>
          <w:b/>
        </w:rPr>
      </w:pPr>
    </w:p>
    <w:p w14:paraId="570C2026" w14:textId="77777777" w:rsidR="00700ADE" w:rsidRPr="009840A4" w:rsidRDefault="00700ADE" w:rsidP="00700ADE">
      <w:pPr>
        <w:pStyle w:val="LetteraTipo"/>
        <w:numPr>
          <w:ilvl w:val="0"/>
          <w:numId w:val="25"/>
        </w:numPr>
        <w:jc w:val="both"/>
        <w:rPr>
          <w:b/>
        </w:rPr>
      </w:pPr>
      <w:r w:rsidRPr="009840A4">
        <w:rPr>
          <w:b/>
        </w:rPr>
        <w:t xml:space="preserve">INCREMENTO DI SCONTO SUI RICAMBI </w:t>
      </w:r>
    </w:p>
    <w:p w14:paraId="073A47F8" w14:textId="77777777" w:rsidR="00700ADE" w:rsidRDefault="00700ADE" w:rsidP="00700ADE">
      <w:pPr>
        <w:pStyle w:val="LetteraTipo"/>
        <w:jc w:val="both"/>
      </w:pPr>
    </w:p>
    <w:p w14:paraId="61E7B9BA" w14:textId="77777777" w:rsidR="00700ADE" w:rsidRPr="00666834" w:rsidRDefault="00700ADE" w:rsidP="00700ADE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cifre): </w:t>
      </w:r>
    </w:p>
    <w:sdt>
      <w:sdtPr>
        <w:id w:val="-552234263"/>
        <w:placeholder>
          <w:docPart w:val="458E5BDB06DD473FA9B5A19268C44AB8"/>
        </w:placeholder>
      </w:sdtPr>
      <w:sdtEndPr/>
      <w:sdtContent>
        <w:p w14:paraId="11CCFD19" w14:textId="77777777" w:rsidR="00700ADE" w:rsidRPr="00666834" w:rsidRDefault="00700ADE" w:rsidP="00700AD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00166A79" w14:textId="77777777" w:rsidR="00700ADE" w:rsidRPr="00666834" w:rsidRDefault="00700ADE" w:rsidP="00700ADE">
      <w:pPr>
        <w:pStyle w:val="LetteraTipo"/>
        <w:jc w:val="both"/>
      </w:pPr>
      <w:r w:rsidRPr="00BA577A">
        <w:rPr>
          <w:b/>
        </w:rPr>
        <w:t>punti percentuali dell’Incremento</w:t>
      </w:r>
      <w:r w:rsidRPr="00194AD2">
        <w:rPr>
          <w:b/>
        </w:rPr>
        <w:t xml:space="preserve"> di sconto sui ricambi</w:t>
      </w:r>
      <w:r w:rsidRPr="00666834">
        <w:t xml:space="preserve"> </w:t>
      </w:r>
      <w:r>
        <w:t xml:space="preserve">offerto </w:t>
      </w:r>
      <w:r w:rsidRPr="00666834">
        <w:t xml:space="preserve">(in lettere): </w:t>
      </w:r>
    </w:p>
    <w:sdt>
      <w:sdtPr>
        <w:id w:val="1188866581"/>
        <w:placeholder>
          <w:docPart w:val="458E5BDB06DD473FA9B5A19268C44AB8"/>
        </w:placeholder>
      </w:sdtPr>
      <w:sdtEndPr/>
      <w:sdtContent>
        <w:p w14:paraId="76FF54E2" w14:textId="77777777" w:rsidR="00700ADE" w:rsidRPr="00666834" w:rsidRDefault="00700ADE" w:rsidP="00700ADE">
          <w:pPr>
            <w:pStyle w:val="LetteraTipo"/>
            <w:jc w:val="both"/>
          </w:pPr>
          <w:r w:rsidRPr="00666834">
            <w:t xml:space="preserve">…………………………………………………………………………………………………….. </w:t>
          </w:r>
        </w:p>
      </w:sdtContent>
    </w:sdt>
    <w:p w14:paraId="3C685365" w14:textId="77777777" w:rsidR="00700ADE" w:rsidRDefault="00700ADE" w:rsidP="00700ADE">
      <w:pPr>
        <w:pStyle w:val="LetteraTipo"/>
        <w:jc w:val="both"/>
      </w:pPr>
      <w:r>
        <w:t>così come previsto</w:t>
      </w:r>
      <w:r w:rsidRPr="000375BC">
        <w:t xml:space="preserve"> </w:t>
      </w:r>
      <w:r>
        <w:t>n</w:t>
      </w:r>
      <w:r w:rsidRPr="000375BC">
        <w:t xml:space="preserve">egli artt. </w:t>
      </w:r>
      <w:r>
        <w:t xml:space="preserve">15.1 e </w:t>
      </w:r>
      <w:r w:rsidRPr="000375BC">
        <w:t>15.</w:t>
      </w:r>
      <w:r>
        <w:t>9</w:t>
      </w:r>
      <w:r w:rsidRPr="000375BC">
        <w:t xml:space="preserve"> </w:t>
      </w:r>
      <w:r>
        <w:t>Capitolato Speciale.</w:t>
      </w:r>
    </w:p>
    <w:p w14:paraId="09542389" w14:textId="77777777" w:rsidR="00700ADE" w:rsidRDefault="00700ADE" w:rsidP="00700ADE">
      <w:pPr>
        <w:pStyle w:val="LetteraTipo"/>
        <w:jc w:val="both"/>
      </w:pPr>
    </w:p>
    <w:p w14:paraId="7BE3EA13" w14:textId="5E23427C" w:rsidR="00700ADE" w:rsidRPr="00075783" w:rsidRDefault="00700ADE" w:rsidP="00700ADE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5783">
        <w:rPr>
          <w:rFonts w:ascii="Arial" w:eastAsia="Calibri" w:hAnsi="Arial" w:cs="Arial"/>
          <w:sz w:val="20"/>
          <w:szCs w:val="20"/>
          <w:lang w:eastAsia="en-US"/>
        </w:rPr>
        <w:t>Si indicano, ai sensi dell’art. 95 comma 10 de D.lgs. n. 50/2016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e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s.m.i.</w:t>
      </w:r>
      <w:proofErr w:type="spellEnd"/>
      <w:r w:rsidRPr="00075783">
        <w:rPr>
          <w:rFonts w:ascii="Arial" w:eastAsia="Calibri" w:hAnsi="Arial" w:cs="Arial"/>
          <w:sz w:val="20"/>
          <w:szCs w:val="20"/>
          <w:lang w:eastAsia="en-US"/>
        </w:rPr>
        <w:t xml:space="preserve">, i costi della manodopera e gli oneri aziendali concernenti l’adempimenti delle disposizioni in materia di salute e sicurezza sui luoghi di lavoro gravanti sul concorrente per l’espletamento delle attività oggetto di affidamento (si specifica che detti costi devono essere già inclusi nell’importo dell’offerta economica sopra indicato e devono essere specificamente indicati nella apposita sezione sotto riportata. Si precisa altresì che i suddetti costi sono diversi e distinti dagli oneri della sicurezza per interferenze, già quantificati </w:t>
      </w:r>
      <w:r>
        <w:rPr>
          <w:rFonts w:ascii="Arial" w:eastAsia="Calibri" w:hAnsi="Arial" w:cs="Arial"/>
          <w:sz w:val="20"/>
          <w:szCs w:val="20"/>
          <w:lang w:eastAsia="en-US"/>
        </w:rPr>
        <w:t>dal</w:t>
      </w:r>
      <w:r w:rsidR="00B36035">
        <w:rPr>
          <w:rFonts w:ascii="Arial" w:eastAsia="Calibri" w:hAnsi="Arial" w:cs="Arial"/>
          <w:sz w:val="20"/>
          <w:szCs w:val="20"/>
          <w:lang w:eastAsia="en-US"/>
        </w:rPr>
        <w:t>la Stazione Appaltante in € 1.824</w:t>
      </w:r>
      <w:r w:rsidRPr="00075783">
        <w:rPr>
          <w:rFonts w:ascii="Arial" w:eastAsia="Calibri" w:hAnsi="Arial" w:cs="Arial"/>
          <w:sz w:val="20"/>
          <w:szCs w:val="20"/>
          <w:lang w:eastAsia="en-US"/>
        </w:rPr>
        <w:t>,00):</w:t>
      </w:r>
    </w:p>
    <w:p w14:paraId="7197DAA7" w14:textId="77777777" w:rsidR="00700ADE" w:rsidRPr="00075783" w:rsidRDefault="00700ADE" w:rsidP="00700ADE">
      <w:pPr>
        <w:spacing w:line="280" w:lineRule="exact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5B2D27B" w14:textId="77777777" w:rsidR="006E0B38" w:rsidRDefault="006E0B38" w:rsidP="006E0B3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419F42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Pr="00FB7456">
        <w:rPr>
          <w:rFonts w:ascii="Arial" w:hAnsi="Arial" w:cs="Arial"/>
          <w:b/>
          <w:sz w:val="20"/>
          <w:szCs w:val="20"/>
        </w:rPr>
        <w:t xml:space="preserve">COSTI DELLA </w:t>
      </w:r>
      <w:r>
        <w:rPr>
          <w:rFonts w:ascii="Arial" w:hAnsi="Arial" w:cs="Arial"/>
          <w:b/>
          <w:sz w:val="20"/>
          <w:szCs w:val="20"/>
        </w:rPr>
        <w:t>MANODOPERA</w:t>
      </w:r>
      <w:r w:rsidRPr="002E1E12">
        <w:t xml:space="preserve"> </w:t>
      </w:r>
      <w:r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Pr="008705D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38879A71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453CB75E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09439778"/>
        <w:placeholder>
          <w:docPart w:val="DB7997707499485E8F9F5541828E635D"/>
        </w:placeholder>
        <w:text/>
      </w:sdtPr>
      <w:sdtEndPr/>
      <w:sdtContent>
        <w:p w14:paraId="45537494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</w:t>
          </w:r>
        </w:p>
      </w:sdtContent>
    </w:sdt>
    <w:p w14:paraId="2DAC2D08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41484886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689133415"/>
        <w:placeholder>
          <w:docPart w:val="44428AFD7B3A44A5B17AF708F12BEA98"/>
        </w:placeholder>
        <w:text/>
      </w:sdtPr>
      <w:sdtEndPr/>
      <w:sdtContent>
        <w:p w14:paraId="0D131480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………………………………………………………………………………………………………..</w:t>
          </w:r>
        </w:p>
      </w:sdtContent>
    </w:sdt>
    <w:p w14:paraId="3006217B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763F4140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73B71EB8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B7456">
        <w:rPr>
          <w:rFonts w:ascii="Arial" w:hAnsi="Arial" w:cs="Arial"/>
          <w:b/>
          <w:sz w:val="20"/>
          <w:szCs w:val="20"/>
        </w:rPr>
        <w:t xml:space="preserve">) COSTI DELLA </w:t>
      </w:r>
      <w:r>
        <w:rPr>
          <w:rFonts w:ascii="Arial" w:hAnsi="Arial" w:cs="Arial"/>
          <w:b/>
          <w:sz w:val="20"/>
          <w:szCs w:val="20"/>
        </w:rPr>
        <w:t xml:space="preserve">SICUREZZA: </w:t>
      </w:r>
      <w:r w:rsidRPr="00870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B7456">
        <w:rPr>
          <w:rFonts w:ascii="Arial" w:hAnsi="Arial" w:cs="Arial"/>
          <w:sz w:val="20"/>
          <w:szCs w:val="20"/>
        </w:rPr>
        <w:t xml:space="preserve"> </w:t>
      </w:r>
    </w:p>
    <w:p w14:paraId="53227D64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6D314B9A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46113435"/>
        <w:placeholder>
          <w:docPart w:val="C57D04CA15564D4DA2B20939672F0236"/>
        </w:placeholder>
        <w:text/>
      </w:sdtPr>
      <w:sdtEndPr/>
      <w:sdtContent>
        <w:p w14:paraId="172E50D4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…………………………………………………………………………………………………………………………….</w:t>
          </w:r>
        </w:p>
      </w:sdtContent>
    </w:sdt>
    <w:p w14:paraId="66DF8E7C" w14:textId="77777777" w:rsidR="006E0B38" w:rsidRDefault="006E0B38" w:rsidP="006E0B38">
      <w:pPr>
        <w:jc w:val="both"/>
        <w:rPr>
          <w:rFonts w:ascii="Arial" w:hAnsi="Arial" w:cs="Arial"/>
          <w:sz w:val="20"/>
          <w:szCs w:val="20"/>
        </w:rPr>
      </w:pPr>
    </w:p>
    <w:p w14:paraId="296A111A" w14:textId="77777777" w:rsidR="006E0B38" w:rsidRPr="005D5673" w:rsidRDefault="006E0B38" w:rsidP="006E0B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Pr="003265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907225001"/>
        <w:placeholder>
          <w:docPart w:val="3620FE966FED4C78A0945AA1EFF6FA59"/>
        </w:placeholder>
        <w:text/>
      </w:sdtPr>
      <w:sdtEndPr/>
      <w:sdtContent>
        <w:p w14:paraId="651ED50E" w14:textId="77777777" w:rsidR="006E0B38" w:rsidRPr="008705DF" w:rsidRDefault="006E0B38" w:rsidP="006E0B38">
          <w:pPr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……………………………………………………………………………………………………………………………</w:t>
          </w:r>
        </w:p>
      </w:sdtContent>
    </w:sdt>
    <w:p w14:paraId="2ABB3723" w14:textId="77777777" w:rsidR="00700ADE" w:rsidRDefault="00700ADE" w:rsidP="00700ADE">
      <w:pPr>
        <w:pStyle w:val="LetteraTipo"/>
        <w:spacing w:line="276" w:lineRule="auto"/>
        <w:jc w:val="both"/>
        <w:rPr>
          <w:b/>
        </w:rPr>
      </w:pPr>
    </w:p>
    <w:p w14:paraId="6B3EF73B" w14:textId="77777777" w:rsidR="00700ADE" w:rsidRPr="001D5EB3" w:rsidRDefault="00700ADE" w:rsidP="00700ADE">
      <w:pPr>
        <w:pStyle w:val="LetteraTipo"/>
        <w:jc w:val="both"/>
      </w:pPr>
      <w:r w:rsidRPr="001D5EB3">
        <w:t>Ai sensi dell’art. 48 comma 4 del D.lgs. n. 50/2016</w:t>
      </w:r>
      <w:r>
        <w:t xml:space="preserve"> e </w:t>
      </w:r>
      <w:proofErr w:type="spellStart"/>
      <w:r>
        <w:t>s.m.i.</w:t>
      </w:r>
      <w:proofErr w:type="spellEnd"/>
      <w:r w:rsidRPr="001D5EB3">
        <w:t>, si riportano di seguito le parti del servizio/fornitura che saranno eseguite dai singoli operatori economici riuniti o consorziati:</w:t>
      </w:r>
    </w:p>
    <w:p w14:paraId="699F7124" w14:textId="77777777" w:rsidR="00700ADE" w:rsidRPr="001D5EB3" w:rsidRDefault="00700ADE" w:rsidP="00700ADE">
      <w:pPr>
        <w:pStyle w:val="LetteraTipo"/>
        <w:jc w:val="both"/>
      </w:pPr>
      <w:r w:rsidRPr="001D5EB3">
        <w:t xml:space="preserve">-Impresa </w:t>
      </w:r>
      <w:sdt>
        <w:sdtPr>
          <w:id w:val="1166520812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</w:p>
    <w:p w14:paraId="24C462B3" w14:textId="77777777" w:rsidR="00700ADE" w:rsidRPr="001D5EB3" w:rsidRDefault="00700ADE" w:rsidP="00700ADE">
      <w:pPr>
        <w:pStyle w:val="LetteraTipo"/>
        <w:jc w:val="both"/>
      </w:pPr>
      <w:r w:rsidRPr="001D5EB3">
        <w:t xml:space="preserve">-parte servizio/fornitura </w:t>
      </w:r>
      <w:sdt>
        <w:sdtPr>
          <w:id w:val="367886130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………………………………………………………………………..………………</w:t>
          </w:r>
        </w:sdtContent>
      </w:sdt>
    </w:p>
    <w:p w14:paraId="1D0B20BB" w14:textId="77777777" w:rsidR="00700ADE" w:rsidRPr="001D5EB3" w:rsidRDefault="00700ADE" w:rsidP="00700ADE">
      <w:pPr>
        <w:pStyle w:val="LetteraTipo"/>
        <w:jc w:val="both"/>
      </w:pPr>
      <w:r w:rsidRPr="001D5EB3">
        <w:t xml:space="preserve">-Impresa </w:t>
      </w:r>
      <w:sdt>
        <w:sdtPr>
          <w:id w:val="-294832411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4EF36626" w14:textId="77777777" w:rsidR="00700ADE" w:rsidRPr="001D5EB3" w:rsidRDefault="00700ADE" w:rsidP="00700ADE">
      <w:pPr>
        <w:pStyle w:val="LetteraTipo"/>
        <w:jc w:val="both"/>
      </w:pPr>
      <w:r w:rsidRPr="001D5EB3">
        <w:t xml:space="preserve">-parte servizio/fornitura </w:t>
      </w:r>
      <w:sdt>
        <w:sdtPr>
          <w:id w:val="1208840142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………………………………………………………………..………………………</w:t>
          </w:r>
        </w:sdtContent>
      </w:sdt>
    </w:p>
    <w:p w14:paraId="6AA28CD4" w14:textId="77777777" w:rsidR="00700ADE" w:rsidRPr="001D5EB3" w:rsidRDefault="00700ADE" w:rsidP="00700ADE">
      <w:pPr>
        <w:pStyle w:val="LetteraTipo"/>
        <w:jc w:val="both"/>
      </w:pPr>
      <w:r w:rsidRPr="001D5EB3">
        <w:t xml:space="preserve">-Impresa </w:t>
      </w:r>
      <w:sdt>
        <w:sdtPr>
          <w:id w:val="-1955552124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……………………………………………………………………………………………………..…</w:t>
          </w:r>
        </w:sdtContent>
      </w:sdt>
    </w:p>
    <w:p w14:paraId="790196BA" w14:textId="77777777" w:rsidR="00700ADE" w:rsidRPr="001D5EB3" w:rsidRDefault="00700ADE" w:rsidP="00700ADE">
      <w:pPr>
        <w:pStyle w:val="LetteraTipo"/>
        <w:jc w:val="both"/>
      </w:pPr>
      <w:r w:rsidRPr="001D5EB3">
        <w:t xml:space="preserve">-parte servizio/fornitura </w:t>
      </w:r>
      <w:sdt>
        <w:sdtPr>
          <w:id w:val="-1112282252"/>
          <w:placeholder>
            <w:docPart w:val="21D507F91D5E40D899420AD5E3FCE73B"/>
          </w:placeholder>
          <w:text/>
        </w:sdtPr>
        <w:sdtEndPr/>
        <w:sdtContent>
          <w:r w:rsidRPr="001D5EB3">
            <w:t>………………………………………………………………..………………………</w:t>
          </w:r>
        </w:sdtContent>
      </w:sdt>
    </w:p>
    <w:p w14:paraId="4D00451F" w14:textId="77777777" w:rsidR="00700ADE" w:rsidRPr="001D5EB3" w:rsidRDefault="00700ADE" w:rsidP="00700ADE">
      <w:pPr>
        <w:pStyle w:val="LetteraTipo"/>
        <w:jc w:val="both"/>
      </w:pPr>
    </w:p>
    <w:p w14:paraId="1E68914D" w14:textId="77777777" w:rsidR="00700ADE" w:rsidRDefault="00700ADE" w:rsidP="00700ADE">
      <w:pPr>
        <w:pStyle w:val="LetteraTipo"/>
        <w:spacing w:line="276" w:lineRule="auto"/>
        <w:jc w:val="both"/>
        <w:rPr>
          <w:b/>
        </w:rPr>
      </w:pPr>
    </w:p>
    <w:p w14:paraId="2C9B050D" w14:textId="77777777" w:rsidR="00700ADE" w:rsidRPr="00761819" w:rsidRDefault="00700ADE" w:rsidP="00700ADE">
      <w:pPr>
        <w:pStyle w:val="LetteraTipo"/>
        <w:spacing w:line="276" w:lineRule="auto"/>
        <w:jc w:val="both"/>
      </w:pPr>
      <w:r w:rsidRPr="00761819">
        <w:rPr>
          <w:b/>
        </w:rPr>
        <w:t>N.B.1</w:t>
      </w:r>
      <w:r w:rsidRPr="00761819">
        <w:t xml:space="preserve"> il periodo di validità dell’offerta, a pena di esclusione dalla gara, non potrà essere inferiore a 180 giorni dalla data di scadenza del termine per la presentazione delle offerte. </w:t>
      </w:r>
    </w:p>
    <w:p w14:paraId="521D818A" w14:textId="77777777" w:rsidR="00700ADE" w:rsidRPr="00761819" w:rsidRDefault="00700ADE" w:rsidP="00700ADE">
      <w:pPr>
        <w:pStyle w:val="LetteraTipo"/>
        <w:jc w:val="both"/>
      </w:pPr>
      <w:r w:rsidRPr="00761819">
        <w:rPr>
          <w:b/>
        </w:rPr>
        <w:t>N.B.</w:t>
      </w:r>
      <w:r>
        <w:rPr>
          <w:b/>
        </w:rPr>
        <w:t>2</w:t>
      </w:r>
      <w:r w:rsidRPr="00761819">
        <w:rPr>
          <w:b/>
        </w:rPr>
        <w:t xml:space="preserve">: </w:t>
      </w:r>
      <w:r w:rsidRPr="00761819">
        <w:t>In caso di mancata corrispondenza tra gli importi espressi in cifre e quelli espressi il lettere, preverranno quelli espressi in lettere.</w:t>
      </w:r>
    </w:p>
    <w:p w14:paraId="7D19DF74" w14:textId="77777777" w:rsidR="00F94010" w:rsidRPr="00761819" w:rsidRDefault="00700ADE" w:rsidP="00F94010">
      <w:pPr>
        <w:pStyle w:val="LetteraTipo"/>
        <w:jc w:val="both"/>
        <w:rPr>
          <w:b/>
        </w:rPr>
      </w:pPr>
      <w:r>
        <w:rPr>
          <w:b/>
        </w:rPr>
        <w:lastRenderedPageBreak/>
        <w:t>N.B.3</w:t>
      </w:r>
      <w:r w:rsidRPr="00761819">
        <w:rPr>
          <w:b/>
        </w:rPr>
        <w:t>:</w:t>
      </w:r>
      <w:r w:rsidRPr="00761819">
        <w:t xml:space="preserve"> l’offerta economica presentata si intende omnicomprensiva e compensativa di tutte le attività che verranno poste in essere per l’espletamento dell’appalto secondo quanto prescritto dalla documentazione di gara.</w:t>
      </w:r>
      <w:r w:rsidR="00F94010">
        <w:t xml:space="preserve"> Si rimanda all’art.6 del Capitolato Speciale.</w:t>
      </w:r>
    </w:p>
    <w:p w14:paraId="5A034FFD" w14:textId="77777777" w:rsidR="00872DD3" w:rsidRPr="00A153F4" w:rsidRDefault="00872DD3" w:rsidP="00F860B6">
      <w:pPr>
        <w:pStyle w:val="LetteraTipo"/>
        <w:jc w:val="both"/>
      </w:pPr>
    </w:p>
    <w:p w14:paraId="7EEE19D1" w14:textId="77777777" w:rsidR="00A857E6" w:rsidRDefault="00A857E6" w:rsidP="00F860B6">
      <w:pPr>
        <w:pStyle w:val="LetteraTipo"/>
        <w:jc w:val="both"/>
        <w:rPr>
          <w:b/>
        </w:rPr>
      </w:pPr>
    </w:p>
    <w:p w14:paraId="0F615AD8" w14:textId="77777777" w:rsidR="00A857E6" w:rsidRDefault="00A857E6" w:rsidP="00F860B6">
      <w:pPr>
        <w:pStyle w:val="LetteraTipo"/>
        <w:jc w:val="both"/>
        <w:rPr>
          <w:b/>
        </w:rPr>
      </w:pPr>
    </w:p>
    <w:p w14:paraId="24E6C3F2" w14:textId="77777777" w:rsidR="00A857E6" w:rsidRDefault="00A857E6" w:rsidP="00F860B6">
      <w:pPr>
        <w:pStyle w:val="LetteraTipo"/>
        <w:jc w:val="both"/>
        <w:rPr>
          <w:b/>
        </w:rPr>
      </w:pPr>
    </w:p>
    <w:p w14:paraId="5DD97A07" w14:textId="77777777" w:rsidR="0064677A" w:rsidRPr="00744EC5" w:rsidRDefault="0064677A" w:rsidP="00F860B6">
      <w:pPr>
        <w:pStyle w:val="LetteraTipo"/>
        <w:jc w:val="both"/>
        <w:rPr>
          <w:b/>
        </w:rPr>
      </w:pPr>
      <w:r w:rsidRPr="00744EC5">
        <w:rPr>
          <w:b/>
        </w:rPr>
        <w:t>Si precisa che il presente Modello, debitamente compilato dovrà esse</w:t>
      </w:r>
      <w:r w:rsidR="000460EF" w:rsidRPr="00744EC5">
        <w:rPr>
          <w:b/>
        </w:rPr>
        <w:t>re firmato digitalmente</w:t>
      </w:r>
      <w:r w:rsidRPr="00744EC5">
        <w:rPr>
          <w:b/>
        </w:rPr>
        <w:t>:</w:t>
      </w:r>
    </w:p>
    <w:p w14:paraId="7B2B3CB9" w14:textId="77777777" w:rsidR="0064677A" w:rsidRPr="00744EC5" w:rsidRDefault="0064677A" w:rsidP="00F860B6">
      <w:pPr>
        <w:pStyle w:val="LetteraTipo"/>
        <w:jc w:val="both"/>
        <w:rPr>
          <w:b/>
        </w:rPr>
      </w:pPr>
      <w:r w:rsidRPr="00744EC5">
        <w:rPr>
          <w:b/>
        </w:rPr>
        <w:t>nel caso di impresa singola, dal legale rappresentante/procuratore speciale;</w:t>
      </w:r>
    </w:p>
    <w:p w14:paraId="44C591C6" w14:textId="341906CA" w:rsidR="0064677A" w:rsidRPr="00744EC5" w:rsidRDefault="0064677A" w:rsidP="00F860B6">
      <w:pPr>
        <w:pStyle w:val="LetteraTipo"/>
        <w:jc w:val="both"/>
        <w:rPr>
          <w:b/>
        </w:rPr>
      </w:pPr>
      <w:r w:rsidRPr="00744EC5">
        <w:rPr>
          <w:b/>
        </w:rPr>
        <w:t>nel caso di Consorzi di cui  all’art</w:t>
      </w:r>
      <w:r w:rsidR="00B17A00" w:rsidRPr="00744EC5">
        <w:rPr>
          <w:b/>
        </w:rPr>
        <w:t>. 45 comma 1 lettere b) e c) D.l</w:t>
      </w:r>
      <w:r w:rsidRPr="00744EC5">
        <w:rPr>
          <w:b/>
        </w:rPr>
        <w:t>gs. n. 50/2016</w:t>
      </w:r>
      <w:r w:rsidR="000C6442" w:rsidRPr="00744EC5">
        <w:rPr>
          <w:b/>
        </w:rPr>
        <w:t xml:space="preserve"> e </w:t>
      </w:r>
      <w:proofErr w:type="spellStart"/>
      <w:r w:rsidR="000C6442" w:rsidRPr="00744EC5">
        <w:rPr>
          <w:b/>
        </w:rPr>
        <w:t>s.m.i.</w:t>
      </w:r>
      <w:proofErr w:type="spellEnd"/>
      <w:r w:rsidRPr="00744EC5">
        <w:rPr>
          <w:b/>
        </w:rPr>
        <w:t>: dal legale rappresentante/procuratore speciale del Consorzio;</w:t>
      </w:r>
    </w:p>
    <w:p w14:paraId="6A76297A" w14:textId="1E0E780B" w:rsidR="0064677A" w:rsidRPr="00744EC5" w:rsidRDefault="0064677A" w:rsidP="00F860B6">
      <w:pPr>
        <w:pStyle w:val="LetteraTipo"/>
        <w:jc w:val="both"/>
        <w:rPr>
          <w:b/>
        </w:rPr>
      </w:pPr>
      <w:r w:rsidRPr="00744EC5">
        <w:rPr>
          <w:b/>
        </w:rPr>
        <w:t>nel caso di A.T.I. da costi</w:t>
      </w:r>
      <w:r w:rsidR="00B17A00" w:rsidRPr="00744EC5">
        <w:rPr>
          <w:b/>
        </w:rPr>
        <w:t>tuire o Consorzio ex art. 48 D.l</w:t>
      </w:r>
      <w:r w:rsidRPr="00744EC5">
        <w:rPr>
          <w:b/>
        </w:rPr>
        <w:t xml:space="preserve">gs. n. 50/2016 </w:t>
      </w:r>
      <w:r w:rsidR="000C6442" w:rsidRPr="00744EC5">
        <w:rPr>
          <w:b/>
        </w:rPr>
        <w:t xml:space="preserve">e </w:t>
      </w:r>
      <w:proofErr w:type="spellStart"/>
      <w:r w:rsidR="000C6442" w:rsidRPr="00744EC5">
        <w:rPr>
          <w:b/>
        </w:rPr>
        <w:t>s.m.i.</w:t>
      </w:r>
      <w:proofErr w:type="spellEnd"/>
      <w:r w:rsidR="000C6442" w:rsidRPr="00744EC5">
        <w:rPr>
          <w:b/>
        </w:rPr>
        <w:t xml:space="preserve"> </w:t>
      </w:r>
      <w:r w:rsidRPr="00744EC5">
        <w:rPr>
          <w:b/>
        </w:rPr>
        <w:t>da costituire: dal legale rappresentante/procuratore speciale di ciascuna impresa costituente il raggruppamento/consorzio nel suo complesso;</w:t>
      </w:r>
    </w:p>
    <w:p w14:paraId="1678B2C7" w14:textId="171A15A3" w:rsidR="00A05AE5" w:rsidRPr="005C3F4C" w:rsidRDefault="0064677A" w:rsidP="00F860B6">
      <w:pPr>
        <w:pStyle w:val="LetteraTipo"/>
        <w:jc w:val="both"/>
        <w:rPr>
          <w:b/>
        </w:rPr>
      </w:pPr>
      <w:r w:rsidRPr="00744EC5">
        <w:rPr>
          <w:b/>
        </w:rPr>
        <w:t>nel caso di A.T.I. costituita o Consor</w:t>
      </w:r>
      <w:r w:rsidR="00B17A00" w:rsidRPr="00744EC5">
        <w:rPr>
          <w:b/>
        </w:rPr>
        <w:t>zio ex art. cui  all’art. 48 D.l</w:t>
      </w:r>
      <w:r w:rsidRPr="00744EC5">
        <w:rPr>
          <w:b/>
        </w:rPr>
        <w:t>gs. n. 50/2016</w:t>
      </w:r>
      <w:r w:rsidR="000C6442" w:rsidRPr="00744EC5">
        <w:rPr>
          <w:b/>
        </w:rPr>
        <w:t xml:space="preserve"> e </w:t>
      </w:r>
      <w:proofErr w:type="spellStart"/>
      <w:r w:rsidR="000C6442" w:rsidRPr="00744EC5">
        <w:rPr>
          <w:b/>
        </w:rPr>
        <w:t>s.m.i.</w:t>
      </w:r>
      <w:proofErr w:type="spellEnd"/>
      <w:r w:rsidRPr="00744EC5">
        <w:rPr>
          <w:b/>
        </w:rPr>
        <w:t xml:space="preserve"> costituito: dal legale rappresentante/procuratore speciale dell’impresa designata come mandataria o Capogruppo. </w:t>
      </w:r>
    </w:p>
    <w:p w14:paraId="2F6F38FC" w14:textId="77777777" w:rsidR="006E3078" w:rsidRPr="00744EC5" w:rsidRDefault="002F413E" w:rsidP="00F860B6">
      <w:pPr>
        <w:pStyle w:val="LetteraTipo"/>
        <w:jc w:val="both"/>
        <w:rPr>
          <w:b/>
        </w:rPr>
      </w:pPr>
      <w:r w:rsidRPr="00744EC5">
        <w:rPr>
          <w:b/>
        </w:rPr>
        <w:t>Al fine di agevolare i lavori della Commissione esaminatrice ed evitare eventuali error</w:t>
      </w:r>
      <w:r w:rsidR="00A05AE5" w:rsidRPr="00744EC5">
        <w:rPr>
          <w:b/>
        </w:rPr>
        <w:t xml:space="preserve">i di trascrizione, si invita a </w:t>
      </w:r>
      <w:r w:rsidRPr="00744EC5">
        <w:rPr>
          <w:b/>
        </w:rPr>
        <w:t xml:space="preserve">rendere le dichiarazioni utilizzando materialmente il presente modello o una sua fotocopia. </w:t>
      </w:r>
    </w:p>
    <w:sectPr w:rsidR="006E3078" w:rsidRPr="00744EC5" w:rsidSect="0027224E">
      <w:headerReference w:type="default" r:id="rId8"/>
      <w:footerReference w:type="default" r:id="rId9"/>
      <w:pgSz w:w="11906" w:h="16838"/>
      <w:pgMar w:top="1418" w:right="849" w:bottom="1843" w:left="226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60F85F18" w:rsidR="00206085" w:rsidRPr="00A153F4" w:rsidRDefault="00206085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proofErr w:type="spellStart"/>
    <w:r w:rsidRPr="00A153F4">
      <w:rPr>
        <w:rFonts w:ascii="Arial" w:hAnsi="Arial" w:cs="Arial"/>
        <w:b/>
        <w:sz w:val="16"/>
        <w:szCs w:val="16"/>
      </w:rPr>
      <w:t>Mod</w:t>
    </w:r>
    <w:proofErr w:type="spellEnd"/>
    <w:r w:rsidRPr="00A153F4">
      <w:rPr>
        <w:rFonts w:ascii="Arial" w:hAnsi="Arial" w:cs="Arial"/>
        <w:b/>
        <w:sz w:val="16"/>
        <w:szCs w:val="16"/>
      </w:rPr>
      <w:t xml:space="preserve">. C </w:t>
    </w:r>
    <w:r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53579B">
      <w:rPr>
        <w:rFonts w:ascii="Arial" w:hAnsi="Arial" w:cs="Arial"/>
        <w:b/>
        <w:noProof/>
        <w:snapToGrid w:val="0"/>
        <w:sz w:val="16"/>
        <w:szCs w:val="16"/>
      </w:rPr>
      <w:t>2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 w:rsidR="00A857E6">
      <w:rPr>
        <w:rFonts w:ascii="Arial" w:hAnsi="Arial" w:cs="Arial"/>
        <w:b/>
        <w:snapToGrid w:val="0"/>
        <w:sz w:val="16"/>
        <w:szCs w:val="16"/>
      </w:rPr>
      <w:t>7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6" name="Immagine 6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4868DB4C" w:rsidR="00A153F4" w:rsidRPr="0046281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462817">
      <w:rPr>
        <w:rFonts w:ascii="Arial" w:hAnsi="Arial" w:cs="Arial"/>
        <w:b/>
        <w:sz w:val="22"/>
        <w:szCs w:val="22"/>
      </w:rPr>
      <w:t>Modello C</w:t>
    </w:r>
    <w:r w:rsidR="007404F3" w:rsidRPr="00462817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46281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03743"/>
    <w:multiLevelType w:val="hybridMultilevel"/>
    <w:tmpl w:val="CEDA02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96691"/>
    <w:multiLevelType w:val="hybridMultilevel"/>
    <w:tmpl w:val="DB10828E"/>
    <w:lvl w:ilvl="0" w:tplc="130E7C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832D8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ED09DF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D298D"/>
    <w:multiLevelType w:val="hybridMultilevel"/>
    <w:tmpl w:val="6294461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9F770EB"/>
    <w:multiLevelType w:val="hybridMultilevel"/>
    <w:tmpl w:val="7944BF20"/>
    <w:lvl w:ilvl="0" w:tplc="8996D046">
      <w:start w:val="3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66C7E"/>
    <w:multiLevelType w:val="hybridMultilevel"/>
    <w:tmpl w:val="4AB6AAD0"/>
    <w:lvl w:ilvl="0" w:tplc="E6B8DD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671AFE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163A3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E0E64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33D19"/>
    <w:multiLevelType w:val="hybridMultilevel"/>
    <w:tmpl w:val="3CF28456"/>
    <w:lvl w:ilvl="0" w:tplc="E6B8D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8A410E8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D680E"/>
    <w:multiLevelType w:val="hybridMultilevel"/>
    <w:tmpl w:val="45A898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9"/>
  </w:num>
  <w:num w:numId="5">
    <w:abstractNumId w:val="17"/>
  </w:num>
  <w:num w:numId="6">
    <w:abstractNumId w:val="20"/>
  </w:num>
  <w:num w:numId="7">
    <w:abstractNumId w:val="2"/>
  </w:num>
  <w:num w:numId="8">
    <w:abstractNumId w:val="12"/>
  </w:num>
  <w:num w:numId="9">
    <w:abstractNumId w:val="1"/>
  </w:num>
  <w:num w:numId="10">
    <w:abstractNumId w:val="22"/>
  </w:num>
  <w:num w:numId="11">
    <w:abstractNumId w:val="15"/>
  </w:num>
  <w:num w:numId="12">
    <w:abstractNumId w:val="16"/>
  </w:num>
  <w:num w:numId="13">
    <w:abstractNumId w:val="7"/>
  </w:num>
  <w:num w:numId="14">
    <w:abstractNumId w:val="4"/>
  </w:num>
  <w:num w:numId="15">
    <w:abstractNumId w:val="13"/>
  </w:num>
  <w:num w:numId="16">
    <w:abstractNumId w:val="23"/>
  </w:num>
  <w:num w:numId="17">
    <w:abstractNumId w:val="18"/>
  </w:num>
  <w:num w:numId="18">
    <w:abstractNumId w:val="24"/>
  </w:num>
  <w:num w:numId="19">
    <w:abstractNumId w:val="14"/>
  </w:num>
  <w:num w:numId="20">
    <w:abstractNumId w:val="9"/>
  </w:num>
  <w:num w:numId="21">
    <w:abstractNumId w:val="6"/>
  </w:num>
  <w:num w:numId="22">
    <w:abstractNumId w:val="0"/>
  </w:num>
  <w:num w:numId="23">
    <w:abstractNumId w:val="10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AGfPEFXSUJvXOlTdStVih8YuWR7bt6bbBl2TTfv0Su+/GGiSbXUq+vOphRIDR9eelsB4kRXzxrACPpdZU4sVw==" w:salt="HXIMgZQx+qbKfxEeiHAYdg=="/>
  <w:defaultTabStop w:val="708"/>
  <w:hyphenationZone w:val="283"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4C19"/>
    <w:rsid w:val="000A363B"/>
    <w:rsid w:val="000A4DA4"/>
    <w:rsid w:val="000B1D42"/>
    <w:rsid w:val="000B42E2"/>
    <w:rsid w:val="000B502B"/>
    <w:rsid w:val="000B6B93"/>
    <w:rsid w:val="000C2D2A"/>
    <w:rsid w:val="000C3921"/>
    <w:rsid w:val="000C560E"/>
    <w:rsid w:val="000C5C8E"/>
    <w:rsid w:val="000C6442"/>
    <w:rsid w:val="000C74B9"/>
    <w:rsid w:val="000D04B0"/>
    <w:rsid w:val="000D120C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5DA"/>
    <w:rsid w:val="000F7BC6"/>
    <w:rsid w:val="0010004E"/>
    <w:rsid w:val="001007D5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4149"/>
    <w:rsid w:val="001E7D00"/>
    <w:rsid w:val="001F2B96"/>
    <w:rsid w:val="001F36FD"/>
    <w:rsid w:val="001F4A58"/>
    <w:rsid w:val="001F6AE9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22FCA"/>
    <w:rsid w:val="002241BE"/>
    <w:rsid w:val="00224703"/>
    <w:rsid w:val="00225669"/>
    <w:rsid w:val="00227274"/>
    <w:rsid w:val="0023372B"/>
    <w:rsid w:val="00235018"/>
    <w:rsid w:val="00237CC4"/>
    <w:rsid w:val="00240CCC"/>
    <w:rsid w:val="002430A6"/>
    <w:rsid w:val="002476AF"/>
    <w:rsid w:val="00247991"/>
    <w:rsid w:val="00251963"/>
    <w:rsid w:val="00251A4D"/>
    <w:rsid w:val="00252F3F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5143"/>
    <w:rsid w:val="0027582E"/>
    <w:rsid w:val="00275966"/>
    <w:rsid w:val="00276980"/>
    <w:rsid w:val="002835AA"/>
    <w:rsid w:val="00286529"/>
    <w:rsid w:val="00290FE8"/>
    <w:rsid w:val="002919B5"/>
    <w:rsid w:val="00292F25"/>
    <w:rsid w:val="002965EA"/>
    <w:rsid w:val="00297B12"/>
    <w:rsid w:val="00297F7D"/>
    <w:rsid w:val="002A299A"/>
    <w:rsid w:val="002B14FB"/>
    <w:rsid w:val="002B3557"/>
    <w:rsid w:val="002B4D7B"/>
    <w:rsid w:val="002B6353"/>
    <w:rsid w:val="002B63FE"/>
    <w:rsid w:val="002C3A29"/>
    <w:rsid w:val="002D1002"/>
    <w:rsid w:val="002D3EFF"/>
    <w:rsid w:val="002D5F59"/>
    <w:rsid w:val="002D7DD3"/>
    <w:rsid w:val="002E1C35"/>
    <w:rsid w:val="002E3F8A"/>
    <w:rsid w:val="002E685E"/>
    <w:rsid w:val="002F058E"/>
    <w:rsid w:val="002F12F7"/>
    <w:rsid w:val="002F3165"/>
    <w:rsid w:val="002F3574"/>
    <w:rsid w:val="002F413E"/>
    <w:rsid w:val="002F4631"/>
    <w:rsid w:val="002F538A"/>
    <w:rsid w:val="003008D9"/>
    <w:rsid w:val="003044D5"/>
    <w:rsid w:val="0030604E"/>
    <w:rsid w:val="003063B9"/>
    <w:rsid w:val="00306E9B"/>
    <w:rsid w:val="00312ACA"/>
    <w:rsid w:val="00313F41"/>
    <w:rsid w:val="0031455B"/>
    <w:rsid w:val="003152C4"/>
    <w:rsid w:val="00315ECD"/>
    <w:rsid w:val="00317FFD"/>
    <w:rsid w:val="00321E28"/>
    <w:rsid w:val="0032323B"/>
    <w:rsid w:val="0032583D"/>
    <w:rsid w:val="00326C09"/>
    <w:rsid w:val="00327544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57F1B"/>
    <w:rsid w:val="003652E3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B1614"/>
    <w:rsid w:val="003B2E41"/>
    <w:rsid w:val="003B6FA7"/>
    <w:rsid w:val="003C08F8"/>
    <w:rsid w:val="003C261B"/>
    <w:rsid w:val="003D0EAF"/>
    <w:rsid w:val="003D1EFB"/>
    <w:rsid w:val="003D254D"/>
    <w:rsid w:val="003D42A4"/>
    <w:rsid w:val="003D5806"/>
    <w:rsid w:val="003D5A31"/>
    <w:rsid w:val="003D6D2A"/>
    <w:rsid w:val="003D781D"/>
    <w:rsid w:val="003D7951"/>
    <w:rsid w:val="003E1B4B"/>
    <w:rsid w:val="003E380E"/>
    <w:rsid w:val="003E6E26"/>
    <w:rsid w:val="003E739B"/>
    <w:rsid w:val="003F1099"/>
    <w:rsid w:val="003F3842"/>
    <w:rsid w:val="003F3893"/>
    <w:rsid w:val="003F471B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B3C"/>
    <w:rsid w:val="0043795B"/>
    <w:rsid w:val="00442255"/>
    <w:rsid w:val="0044434E"/>
    <w:rsid w:val="00445966"/>
    <w:rsid w:val="00447271"/>
    <w:rsid w:val="00452819"/>
    <w:rsid w:val="0045313E"/>
    <w:rsid w:val="00455C49"/>
    <w:rsid w:val="004562C5"/>
    <w:rsid w:val="00456B08"/>
    <w:rsid w:val="0046021B"/>
    <w:rsid w:val="0046027F"/>
    <w:rsid w:val="00462817"/>
    <w:rsid w:val="00462D6A"/>
    <w:rsid w:val="0046330A"/>
    <w:rsid w:val="00464D9F"/>
    <w:rsid w:val="00466857"/>
    <w:rsid w:val="00470E15"/>
    <w:rsid w:val="0047186A"/>
    <w:rsid w:val="00472AEB"/>
    <w:rsid w:val="0047428A"/>
    <w:rsid w:val="00476047"/>
    <w:rsid w:val="00481C7F"/>
    <w:rsid w:val="0048224E"/>
    <w:rsid w:val="004870FD"/>
    <w:rsid w:val="00487DB4"/>
    <w:rsid w:val="0049799E"/>
    <w:rsid w:val="004A27D2"/>
    <w:rsid w:val="004A32A2"/>
    <w:rsid w:val="004A33DC"/>
    <w:rsid w:val="004A54AE"/>
    <w:rsid w:val="004A5975"/>
    <w:rsid w:val="004A5E27"/>
    <w:rsid w:val="004A79B9"/>
    <w:rsid w:val="004B02EE"/>
    <w:rsid w:val="004B30BA"/>
    <w:rsid w:val="004B6230"/>
    <w:rsid w:val="004B7CEE"/>
    <w:rsid w:val="004C0892"/>
    <w:rsid w:val="004C0E7A"/>
    <w:rsid w:val="004C5933"/>
    <w:rsid w:val="004D1A36"/>
    <w:rsid w:val="004D20F5"/>
    <w:rsid w:val="004D32CB"/>
    <w:rsid w:val="004D61F3"/>
    <w:rsid w:val="004E018D"/>
    <w:rsid w:val="004E1706"/>
    <w:rsid w:val="004E3290"/>
    <w:rsid w:val="004E4088"/>
    <w:rsid w:val="004E4696"/>
    <w:rsid w:val="004E60E3"/>
    <w:rsid w:val="004F1C64"/>
    <w:rsid w:val="004F37CC"/>
    <w:rsid w:val="004F47C5"/>
    <w:rsid w:val="00504253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313E5"/>
    <w:rsid w:val="00531DCC"/>
    <w:rsid w:val="005325A9"/>
    <w:rsid w:val="0053329D"/>
    <w:rsid w:val="0053433D"/>
    <w:rsid w:val="0053553B"/>
    <w:rsid w:val="0053579B"/>
    <w:rsid w:val="00537D4A"/>
    <w:rsid w:val="00540863"/>
    <w:rsid w:val="00541460"/>
    <w:rsid w:val="0054541B"/>
    <w:rsid w:val="00546A88"/>
    <w:rsid w:val="00546D3D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A0394"/>
    <w:rsid w:val="005A0FEF"/>
    <w:rsid w:val="005A183D"/>
    <w:rsid w:val="005A5A9A"/>
    <w:rsid w:val="005B040A"/>
    <w:rsid w:val="005B4714"/>
    <w:rsid w:val="005B76FD"/>
    <w:rsid w:val="005B79D9"/>
    <w:rsid w:val="005C06D6"/>
    <w:rsid w:val="005C0FFE"/>
    <w:rsid w:val="005C10D0"/>
    <w:rsid w:val="005C2C0E"/>
    <w:rsid w:val="005C2C5C"/>
    <w:rsid w:val="005C3172"/>
    <w:rsid w:val="005C3F4C"/>
    <w:rsid w:val="005C3F78"/>
    <w:rsid w:val="005C51E3"/>
    <w:rsid w:val="005D14A2"/>
    <w:rsid w:val="005D14F6"/>
    <w:rsid w:val="005D3D01"/>
    <w:rsid w:val="005E0117"/>
    <w:rsid w:val="005E1964"/>
    <w:rsid w:val="005E7678"/>
    <w:rsid w:val="005F0D47"/>
    <w:rsid w:val="005F161B"/>
    <w:rsid w:val="005F22EA"/>
    <w:rsid w:val="005F2CD0"/>
    <w:rsid w:val="005F3607"/>
    <w:rsid w:val="005F5734"/>
    <w:rsid w:val="005F686B"/>
    <w:rsid w:val="00601EAC"/>
    <w:rsid w:val="00602057"/>
    <w:rsid w:val="0060287D"/>
    <w:rsid w:val="00606CAF"/>
    <w:rsid w:val="00613A21"/>
    <w:rsid w:val="006155CE"/>
    <w:rsid w:val="0061697B"/>
    <w:rsid w:val="00616FB7"/>
    <w:rsid w:val="006238A1"/>
    <w:rsid w:val="00623C2D"/>
    <w:rsid w:val="006243D1"/>
    <w:rsid w:val="006326E3"/>
    <w:rsid w:val="00632AC9"/>
    <w:rsid w:val="00632B04"/>
    <w:rsid w:val="006336C7"/>
    <w:rsid w:val="00633EB5"/>
    <w:rsid w:val="00634778"/>
    <w:rsid w:val="00641D2F"/>
    <w:rsid w:val="006420E3"/>
    <w:rsid w:val="00643B75"/>
    <w:rsid w:val="00645F36"/>
    <w:rsid w:val="0064677A"/>
    <w:rsid w:val="00652660"/>
    <w:rsid w:val="00655B54"/>
    <w:rsid w:val="00656151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3678"/>
    <w:rsid w:val="006A6538"/>
    <w:rsid w:val="006A6E41"/>
    <w:rsid w:val="006B46E0"/>
    <w:rsid w:val="006B611B"/>
    <w:rsid w:val="006C44EB"/>
    <w:rsid w:val="006D143A"/>
    <w:rsid w:val="006D3EA3"/>
    <w:rsid w:val="006D603F"/>
    <w:rsid w:val="006D764D"/>
    <w:rsid w:val="006E0B38"/>
    <w:rsid w:val="006E3078"/>
    <w:rsid w:val="006E4A02"/>
    <w:rsid w:val="006E4E8C"/>
    <w:rsid w:val="006E65BB"/>
    <w:rsid w:val="006F5E68"/>
    <w:rsid w:val="006F6DD7"/>
    <w:rsid w:val="006F7631"/>
    <w:rsid w:val="007009CE"/>
    <w:rsid w:val="00700AD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56D5"/>
    <w:rsid w:val="00716238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533B"/>
    <w:rsid w:val="00736557"/>
    <w:rsid w:val="00740149"/>
    <w:rsid w:val="007404F3"/>
    <w:rsid w:val="007411C2"/>
    <w:rsid w:val="00741ED5"/>
    <w:rsid w:val="00744EC5"/>
    <w:rsid w:val="00752EEC"/>
    <w:rsid w:val="00754636"/>
    <w:rsid w:val="00754A6B"/>
    <w:rsid w:val="00757AA3"/>
    <w:rsid w:val="007619A2"/>
    <w:rsid w:val="007627C1"/>
    <w:rsid w:val="00763149"/>
    <w:rsid w:val="00763C26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7AE6"/>
    <w:rsid w:val="007D01AF"/>
    <w:rsid w:val="007D419E"/>
    <w:rsid w:val="007D677E"/>
    <w:rsid w:val="007D6A84"/>
    <w:rsid w:val="007D73A7"/>
    <w:rsid w:val="007E6800"/>
    <w:rsid w:val="007E6847"/>
    <w:rsid w:val="007E7E6F"/>
    <w:rsid w:val="007F10EA"/>
    <w:rsid w:val="007F2DD5"/>
    <w:rsid w:val="007F2EAC"/>
    <w:rsid w:val="007F45B9"/>
    <w:rsid w:val="007F46AC"/>
    <w:rsid w:val="007F703A"/>
    <w:rsid w:val="007F7919"/>
    <w:rsid w:val="008028D7"/>
    <w:rsid w:val="00803095"/>
    <w:rsid w:val="00803C52"/>
    <w:rsid w:val="00811098"/>
    <w:rsid w:val="00811422"/>
    <w:rsid w:val="008121F6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22AF"/>
    <w:rsid w:val="00832E4F"/>
    <w:rsid w:val="008348C5"/>
    <w:rsid w:val="00835127"/>
    <w:rsid w:val="00836C4B"/>
    <w:rsid w:val="00844C5B"/>
    <w:rsid w:val="00845887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E17"/>
    <w:rsid w:val="00871EAB"/>
    <w:rsid w:val="00872DD3"/>
    <w:rsid w:val="00880716"/>
    <w:rsid w:val="008817D6"/>
    <w:rsid w:val="00881FE9"/>
    <w:rsid w:val="0089200E"/>
    <w:rsid w:val="008930B3"/>
    <w:rsid w:val="008A3A0D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6252"/>
    <w:rsid w:val="008C7267"/>
    <w:rsid w:val="008D36AF"/>
    <w:rsid w:val="008D4FDC"/>
    <w:rsid w:val="008D7167"/>
    <w:rsid w:val="008D7600"/>
    <w:rsid w:val="008E21F9"/>
    <w:rsid w:val="008E220D"/>
    <w:rsid w:val="008E2478"/>
    <w:rsid w:val="008E4616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27E10"/>
    <w:rsid w:val="0093036A"/>
    <w:rsid w:val="009307C0"/>
    <w:rsid w:val="009323F7"/>
    <w:rsid w:val="00932F92"/>
    <w:rsid w:val="009479D7"/>
    <w:rsid w:val="00950CE1"/>
    <w:rsid w:val="009539E0"/>
    <w:rsid w:val="00953BF9"/>
    <w:rsid w:val="00960C4B"/>
    <w:rsid w:val="00961FD1"/>
    <w:rsid w:val="00964917"/>
    <w:rsid w:val="00971471"/>
    <w:rsid w:val="00974CC4"/>
    <w:rsid w:val="00975556"/>
    <w:rsid w:val="0097572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4C04"/>
    <w:rsid w:val="009A70C7"/>
    <w:rsid w:val="009B0CD3"/>
    <w:rsid w:val="009B185D"/>
    <w:rsid w:val="009B2403"/>
    <w:rsid w:val="009B5080"/>
    <w:rsid w:val="009C1730"/>
    <w:rsid w:val="009C3C71"/>
    <w:rsid w:val="009C4F9B"/>
    <w:rsid w:val="009C5BCE"/>
    <w:rsid w:val="009C66AB"/>
    <w:rsid w:val="009E10C8"/>
    <w:rsid w:val="009E2111"/>
    <w:rsid w:val="009E3892"/>
    <w:rsid w:val="009E4779"/>
    <w:rsid w:val="009E48BB"/>
    <w:rsid w:val="009E5977"/>
    <w:rsid w:val="009E7162"/>
    <w:rsid w:val="009F1867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61B3"/>
    <w:rsid w:val="00A16E99"/>
    <w:rsid w:val="00A20ADF"/>
    <w:rsid w:val="00A2492C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471E6"/>
    <w:rsid w:val="00A51563"/>
    <w:rsid w:val="00A51CC4"/>
    <w:rsid w:val="00A51DD1"/>
    <w:rsid w:val="00A53285"/>
    <w:rsid w:val="00A54A53"/>
    <w:rsid w:val="00A578CB"/>
    <w:rsid w:val="00A630EB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857E6"/>
    <w:rsid w:val="00AA1F06"/>
    <w:rsid w:val="00AA21B9"/>
    <w:rsid w:val="00AA43F9"/>
    <w:rsid w:val="00AA54B9"/>
    <w:rsid w:val="00AA6621"/>
    <w:rsid w:val="00AA6BB6"/>
    <w:rsid w:val="00AB33C3"/>
    <w:rsid w:val="00AB435B"/>
    <w:rsid w:val="00AC0DEA"/>
    <w:rsid w:val="00AC5529"/>
    <w:rsid w:val="00AC7C52"/>
    <w:rsid w:val="00AC7DFA"/>
    <w:rsid w:val="00AD3000"/>
    <w:rsid w:val="00AD4894"/>
    <w:rsid w:val="00AD53E6"/>
    <w:rsid w:val="00AD7143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B00B6B"/>
    <w:rsid w:val="00B024FC"/>
    <w:rsid w:val="00B038A8"/>
    <w:rsid w:val="00B05F0F"/>
    <w:rsid w:val="00B06095"/>
    <w:rsid w:val="00B12243"/>
    <w:rsid w:val="00B123B0"/>
    <w:rsid w:val="00B145E4"/>
    <w:rsid w:val="00B1633B"/>
    <w:rsid w:val="00B17A00"/>
    <w:rsid w:val="00B17AC8"/>
    <w:rsid w:val="00B24443"/>
    <w:rsid w:val="00B25C4A"/>
    <w:rsid w:val="00B2777F"/>
    <w:rsid w:val="00B27DD6"/>
    <w:rsid w:val="00B34A2B"/>
    <w:rsid w:val="00B34C66"/>
    <w:rsid w:val="00B36035"/>
    <w:rsid w:val="00B371E2"/>
    <w:rsid w:val="00B45843"/>
    <w:rsid w:val="00B527EA"/>
    <w:rsid w:val="00B52C84"/>
    <w:rsid w:val="00B53E26"/>
    <w:rsid w:val="00B566D3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3245"/>
    <w:rsid w:val="00B85052"/>
    <w:rsid w:val="00B86314"/>
    <w:rsid w:val="00B863CB"/>
    <w:rsid w:val="00B9138F"/>
    <w:rsid w:val="00B91736"/>
    <w:rsid w:val="00B92714"/>
    <w:rsid w:val="00B9334F"/>
    <w:rsid w:val="00BA1BFD"/>
    <w:rsid w:val="00BA401B"/>
    <w:rsid w:val="00BA7F7C"/>
    <w:rsid w:val="00BB0BC4"/>
    <w:rsid w:val="00BB75DC"/>
    <w:rsid w:val="00BB7864"/>
    <w:rsid w:val="00BB7910"/>
    <w:rsid w:val="00BC0DF8"/>
    <w:rsid w:val="00BC31DD"/>
    <w:rsid w:val="00BC5EE7"/>
    <w:rsid w:val="00BC64E4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04B"/>
    <w:rsid w:val="00C10F1F"/>
    <w:rsid w:val="00C11015"/>
    <w:rsid w:val="00C16F91"/>
    <w:rsid w:val="00C220E3"/>
    <w:rsid w:val="00C27A5B"/>
    <w:rsid w:val="00C27B80"/>
    <w:rsid w:val="00C32996"/>
    <w:rsid w:val="00C338BB"/>
    <w:rsid w:val="00C358C4"/>
    <w:rsid w:val="00C35D83"/>
    <w:rsid w:val="00C360F3"/>
    <w:rsid w:val="00C37E34"/>
    <w:rsid w:val="00C40B2E"/>
    <w:rsid w:val="00C41DD2"/>
    <w:rsid w:val="00C42CBE"/>
    <w:rsid w:val="00C42FC2"/>
    <w:rsid w:val="00C4318F"/>
    <w:rsid w:val="00C43D21"/>
    <w:rsid w:val="00C46433"/>
    <w:rsid w:val="00C47F20"/>
    <w:rsid w:val="00C512A7"/>
    <w:rsid w:val="00C52AFB"/>
    <w:rsid w:val="00C60015"/>
    <w:rsid w:val="00C6149F"/>
    <w:rsid w:val="00C61620"/>
    <w:rsid w:val="00C71997"/>
    <w:rsid w:val="00C7219C"/>
    <w:rsid w:val="00C738CD"/>
    <w:rsid w:val="00C829CB"/>
    <w:rsid w:val="00C86CD9"/>
    <w:rsid w:val="00C87D58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5071"/>
    <w:rsid w:val="00CA51C3"/>
    <w:rsid w:val="00CA70EC"/>
    <w:rsid w:val="00CA7419"/>
    <w:rsid w:val="00CA7B3F"/>
    <w:rsid w:val="00CB25DB"/>
    <w:rsid w:val="00CB3959"/>
    <w:rsid w:val="00CB4E08"/>
    <w:rsid w:val="00CC000B"/>
    <w:rsid w:val="00CC134E"/>
    <w:rsid w:val="00CC2CF5"/>
    <w:rsid w:val="00CC3B93"/>
    <w:rsid w:val="00CC48E7"/>
    <w:rsid w:val="00CC622C"/>
    <w:rsid w:val="00CC6AB5"/>
    <w:rsid w:val="00CD1A5F"/>
    <w:rsid w:val="00CD3A7B"/>
    <w:rsid w:val="00CD454A"/>
    <w:rsid w:val="00CD4EE1"/>
    <w:rsid w:val="00CD5659"/>
    <w:rsid w:val="00CD7844"/>
    <w:rsid w:val="00CE17B1"/>
    <w:rsid w:val="00CE24E8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D00"/>
    <w:rsid w:val="00D40ECA"/>
    <w:rsid w:val="00D41D5D"/>
    <w:rsid w:val="00D42998"/>
    <w:rsid w:val="00D4491A"/>
    <w:rsid w:val="00D46609"/>
    <w:rsid w:val="00D46AFA"/>
    <w:rsid w:val="00D47259"/>
    <w:rsid w:val="00D50DD6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3BA3"/>
    <w:rsid w:val="00DC3FBF"/>
    <w:rsid w:val="00DC70E8"/>
    <w:rsid w:val="00DD2238"/>
    <w:rsid w:val="00DD5E8F"/>
    <w:rsid w:val="00DD6844"/>
    <w:rsid w:val="00DE15B8"/>
    <w:rsid w:val="00DE25C1"/>
    <w:rsid w:val="00DE2821"/>
    <w:rsid w:val="00DE32C9"/>
    <w:rsid w:val="00DF06EC"/>
    <w:rsid w:val="00DF1211"/>
    <w:rsid w:val="00DF1D2E"/>
    <w:rsid w:val="00DF2FFF"/>
    <w:rsid w:val="00DF3A73"/>
    <w:rsid w:val="00DF44CE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7FB"/>
    <w:rsid w:val="00E21B8B"/>
    <w:rsid w:val="00E21F81"/>
    <w:rsid w:val="00E24E36"/>
    <w:rsid w:val="00E339B3"/>
    <w:rsid w:val="00E345C9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480A"/>
    <w:rsid w:val="00E76A12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179"/>
    <w:rsid w:val="00F00E37"/>
    <w:rsid w:val="00F0162A"/>
    <w:rsid w:val="00F04369"/>
    <w:rsid w:val="00F05CB2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7AA7"/>
    <w:rsid w:val="00F41823"/>
    <w:rsid w:val="00F43576"/>
    <w:rsid w:val="00F43F5C"/>
    <w:rsid w:val="00F469E9"/>
    <w:rsid w:val="00F543EB"/>
    <w:rsid w:val="00F57C65"/>
    <w:rsid w:val="00F6445F"/>
    <w:rsid w:val="00F701F2"/>
    <w:rsid w:val="00F70CA6"/>
    <w:rsid w:val="00F717E3"/>
    <w:rsid w:val="00F718B6"/>
    <w:rsid w:val="00F72063"/>
    <w:rsid w:val="00F72130"/>
    <w:rsid w:val="00F74364"/>
    <w:rsid w:val="00F751FC"/>
    <w:rsid w:val="00F77738"/>
    <w:rsid w:val="00F77D0C"/>
    <w:rsid w:val="00F8195F"/>
    <w:rsid w:val="00F82433"/>
    <w:rsid w:val="00F830D9"/>
    <w:rsid w:val="00F83191"/>
    <w:rsid w:val="00F833E2"/>
    <w:rsid w:val="00F8468E"/>
    <w:rsid w:val="00F860B6"/>
    <w:rsid w:val="00F877D4"/>
    <w:rsid w:val="00F92F4E"/>
    <w:rsid w:val="00F94010"/>
    <w:rsid w:val="00FA5183"/>
    <w:rsid w:val="00FA545E"/>
    <w:rsid w:val="00FA5E02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0015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B75211765DE4200AB165BB223C313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0795B9-1E66-4803-89A2-337A18505FB0}"/>
      </w:docPartPr>
      <w:docPartBody>
        <w:p w:rsidR="002E60E3" w:rsidRDefault="00CA3DAF" w:rsidP="00CA3DAF">
          <w:pPr>
            <w:pStyle w:val="FB75211765DE4200AB165BB223C3136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598058B52B843A7ADA9879EF0854F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055C80-E93C-4D7F-AA20-EC18A078CD61}"/>
      </w:docPartPr>
      <w:docPartBody>
        <w:p w:rsidR="002E60E3" w:rsidRDefault="00CA3DAF" w:rsidP="00CA3DAF">
          <w:pPr>
            <w:pStyle w:val="2598058B52B843A7ADA9879EF0854F9B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C177D5E971949EAB1585E8996D845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09A9C5-FF65-414A-9C7A-E3236FCD7C8D}"/>
      </w:docPartPr>
      <w:docPartBody>
        <w:p w:rsidR="002E60E3" w:rsidRDefault="00CA3DAF" w:rsidP="00CA3DAF">
          <w:pPr>
            <w:pStyle w:val="4C177D5E971949EAB1585E8996D84516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DB087A991F54B1AAA4207284D6676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C2A56C-7CBA-4125-A18D-6F47E1F535C9}"/>
      </w:docPartPr>
      <w:docPartBody>
        <w:p w:rsidR="002E60E3" w:rsidRDefault="00CA3DAF" w:rsidP="00CA3DAF">
          <w:pPr>
            <w:pStyle w:val="EDB087A991F54B1AAA4207284D66766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4FE3ED57D3445CE832D4133EFF21F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68FD5C-07C6-4301-918C-CBAACEA0B5B0}"/>
      </w:docPartPr>
      <w:docPartBody>
        <w:p w:rsidR="002E60E3" w:rsidRDefault="00CA3DAF" w:rsidP="00CA3DAF">
          <w:pPr>
            <w:pStyle w:val="C4FE3ED57D3445CE832D4133EFF21F0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58E5BDB06DD473FA9B5A19268C44A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FF00D9-BFB3-47A0-B954-4E443C5A65FC}"/>
      </w:docPartPr>
      <w:docPartBody>
        <w:p w:rsidR="002E60E3" w:rsidRDefault="00CA3DAF" w:rsidP="00CA3DAF">
          <w:pPr>
            <w:pStyle w:val="458E5BDB06DD473FA9B5A19268C44AB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1D507F91D5E40D899420AD5E3FCE7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3F585A-9F3C-41AE-8407-77592A73C9E3}"/>
      </w:docPartPr>
      <w:docPartBody>
        <w:p w:rsidR="002E60E3" w:rsidRDefault="00CA3DAF" w:rsidP="00CA3DAF">
          <w:pPr>
            <w:pStyle w:val="21D507F91D5E40D899420AD5E3FCE73B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A3FABC668BE44779D0209FC55CC1EC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341C42-6A7F-4B75-AE62-00FB1FE87C44}"/>
      </w:docPartPr>
      <w:docPartBody>
        <w:p w:rsidR="0091600E" w:rsidRDefault="00A36EA6" w:rsidP="00A36EA6">
          <w:pPr>
            <w:pStyle w:val="5A3FABC668BE44779D0209FC55CC1EC1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934431C1D524DBF93D3991DB0B398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F0B145-102E-40DB-879D-EF20D93B635A}"/>
      </w:docPartPr>
      <w:docPartBody>
        <w:p w:rsidR="0091600E" w:rsidRDefault="00A36EA6" w:rsidP="00A36EA6">
          <w:pPr>
            <w:pStyle w:val="E934431C1D524DBF93D3991DB0B398E6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7EFEA71E9F346B4BF00CB29F9E1BF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A4B3D2-47C7-47A0-B987-1BCB68797B78}"/>
      </w:docPartPr>
      <w:docPartBody>
        <w:p w:rsidR="0091600E" w:rsidRDefault="00A36EA6" w:rsidP="00A36EA6">
          <w:pPr>
            <w:pStyle w:val="D7EFEA71E9F346B4BF00CB29F9E1BF0F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39DF298C4334BD195CE2E6FDB1A44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439E4D-A969-4EFC-8246-20DFE2AB38FE}"/>
      </w:docPartPr>
      <w:docPartBody>
        <w:p w:rsidR="0091600E" w:rsidRDefault="00A36EA6" w:rsidP="00A36EA6">
          <w:pPr>
            <w:pStyle w:val="439DF298C4334BD195CE2E6FDB1A44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F9B3D251233465FA7E9B05DB2F9E6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594EB2-82A6-419D-8A95-3DFA46F13F9F}"/>
      </w:docPartPr>
      <w:docPartBody>
        <w:p w:rsidR="0091600E" w:rsidRDefault="00A36EA6" w:rsidP="00A36EA6">
          <w:pPr>
            <w:pStyle w:val="EF9B3D251233465FA7E9B05DB2F9E6F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39D1B8FA61F410B984C5E9EF45902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F8FFE8-45BC-4DEB-8CBB-53D34F3C4DC4}"/>
      </w:docPartPr>
      <w:docPartBody>
        <w:p w:rsidR="0091600E" w:rsidRDefault="00A36EA6" w:rsidP="00A36EA6">
          <w:pPr>
            <w:pStyle w:val="239D1B8FA61F410B984C5E9EF45902BE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3DEFBCA845944DFBA142948A52440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744F20-24DF-4A9C-962B-22BA6C6EF2E0}"/>
      </w:docPartPr>
      <w:docPartBody>
        <w:p w:rsidR="0091600E" w:rsidRDefault="00A36EA6" w:rsidP="00A36EA6">
          <w:pPr>
            <w:pStyle w:val="53DEFBCA845944DFBA142948A524403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BFD9C8434B44550A1321698421E47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EB00F4-7D2C-40DB-8BC5-82CA3700D30D}"/>
      </w:docPartPr>
      <w:docPartBody>
        <w:p w:rsidR="0091600E" w:rsidRDefault="00A36EA6" w:rsidP="00A36EA6">
          <w:pPr>
            <w:pStyle w:val="ABFD9C8434B44550A1321698421E4756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B7997707499485E8F9F5541828E63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7EE9E7-BB6D-4884-8922-622BD8743999}"/>
      </w:docPartPr>
      <w:docPartBody>
        <w:p w:rsidR="0091600E" w:rsidRDefault="00A36EA6" w:rsidP="00A36EA6">
          <w:pPr>
            <w:pStyle w:val="DB7997707499485E8F9F5541828E635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428AFD7B3A44A5B17AF708F12BEA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EBF6E3-0B03-42DA-A0F1-8395DEC072A5}"/>
      </w:docPartPr>
      <w:docPartBody>
        <w:p w:rsidR="0091600E" w:rsidRDefault="00A36EA6" w:rsidP="00A36EA6">
          <w:pPr>
            <w:pStyle w:val="44428AFD7B3A44A5B17AF708F12BEA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57D04CA15564D4DA2B20939672F02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29515F-46C1-483B-BD24-1A8C5035E1DC}"/>
      </w:docPartPr>
      <w:docPartBody>
        <w:p w:rsidR="0091600E" w:rsidRDefault="00A36EA6" w:rsidP="00A36EA6">
          <w:pPr>
            <w:pStyle w:val="C57D04CA15564D4DA2B20939672F0236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620FE966FED4C78A0945AA1EFF6FA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4DEDE6-9084-42F2-B825-7515AA628210}"/>
      </w:docPartPr>
      <w:docPartBody>
        <w:p w:rsidR="0091600E" w:rsidRDefault="00A36EA6" w:rsidP="00A36EA6">
          <w:pPr>
            <w:pStyle w:val="3620FE966FED4C78A0945AA1EFF6FA5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5B05"/>
    <w:rsid w:val="001755D1"/>
    <w:rsid w:val="002E60E3"/>
    <w:rsid w:val="002F6FDA"/>
    <w:rsid w:val="003609E6"/>
    <w:rsid w:val="0042115E"/>
    <w:rsid w:val="005F0467"/>
    <w:rsid w:val="0060516A"/>
    <w:rsid w:val="00702EC3"/>
    <w:rsid w:val="00712E23"/>
    <w:rsid w:val="007557D9"/>
    <w:rsid w:val="008B5DA5"/>
    <w:rsid w:val="0091600E"/>
    <w:rsid w:val="00931F7D"/>
    <w:rsid w:val="00A33B61"/>
    <w:rsid w:val="00A36EA6"/>
    <w:rsid w:val="00BA2CC2"/>
    <w:rsid w:val="00BB799F"/>
    <w:rsid w:val="00C835CA"/>
    <w:rsid w:val="00CA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36EA6"/>
    <w:rPr>
      <w:color w:val="808080"/>
    </w:rPr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9AF841B81FA42F2880AD73D22761C43">
    <w:name w:val="99AF841B81FA42F2880AD73D22761C43"/>
    <w:rsid w:val="00931F7D"/>
  </w:style>
  <w:style w:type="paragraph" w:customStyle="1" w:styleId="519264CA17684ACE9612D12DEECA887F">
    <w:name w:val="519264CA17684ACE9612D12DEECA887F"/>
    <w:rsid w:val="0042115E"/>
  </w:style>
  <w:style w:type="paragraph" w:customStyle="1" w:styleId="B0B29A40E1AF4A9990F05AC5AFA3AD80">
    <w:name w:val="B0B29A40E1AF4A9990F05AC5AFA3AD80"/>
    <w:rsid w:val="0042115E"/>
  </w:style>
  <w:style w:type="paragraph" w:customStyle="1" w:styleId="FB75211765DE4200AB165BB223C31365">
    <w:name w:val="FB75211765DE4200AB165BB223C31365"/>
    <w:rsid w:val="00CA3DAF"/>
  </w:style>
  <w:style w:type="paragraph" w:customStyle="1" w:styleId="B5851CC5095E4701A340DE94160EADD8">
    <w:name w:val="B5851CC5095E4701A340DE94160EADD8"/>
    <w:rsid w:val="00CA3DAF"/>
  </w:style>
  <w:style w:type="paragraph" w:customStyle="1" w:styleId="74888FF116EB4B3E9A775B73CA69401C">
    <w:name w:val="74888FF116EB4B3E9A775B73CA69401C"/>
    <w:rsid w:val="00CA3DAF"/>
  </w:style>
  <w:style w:type="paragraph" w:customStyle="1" w:styleId="2598058B52B843A7ADA9879EF0854F9B">
    <w:name w:val="2598058B52B843A7ADA9879EF0854F9B"/>
    <w:rsid w:val="00CA3DAF"/>
  </w:style>
  <w:style w:type="paragraph" w:customStyle="1" w:styleId="4C177D5E971949EAB1585E8996D84516">
    <w:name w:val="4C177D5E971949EAB1585E8996D84516"/>
    <w:rsid w:val="00CA3DAF"/>
  </w:style>
  <w:style w:type="paragraph" w:customStyle="1" w:styleId="88C59313745045F3B9AB63E8E8C5B505">
    <w:name w:val="88C59313745045F3B9AB63E8E8C5B505"/>
    <w:rsid w:val="00CA3DAF"/>
  </w:style>
  <w:style w:type="paragraph" w:customStyle="1" w:styleId="43AF675602634A8581741484A99CD0FF">
    <w:name w:val="43AF675602634A8581741484A99CD0FF"/>
    <w:rsid w:val="00CA3DAF"/>
  </w:style>
  <w:style w:type="paragraph" w:customStyle="1" w:styleId="EDB087A991F54B1AAA4207284D667664">
    <w:name w:val="EDB087A991F54B1AAA4207284D667664"/>
    <w:rsid w:val="00CA3DAF"/>
  </w:style>
  <w:style w:type="paragraph" w:customStyle="1" w:styleId="8A18876EA4E1458A8206BE382866F187">
    <w:name w:val="8A18876EA4E1458A8206BE382866F187"/>
    <w:rsid w:val="00CA3DAF"/>
  </w:style>
  <w:style w:type="paragraph" w:customStyle="1" w:styleId="C4FE3ED57D3445CE832D4133EFF21F07">
    <w:name w:val="C4FE3ED57D3445CE832D4133EFF21F07"/>
    <w:rsid w:val="00CA3DAF"/>
  </w:style>
  <w:style w:type="paragraph" w:customStyle="1" w:styleId="458E5BDB06DD473FA9B5A19268C44AB8">
    <w:name w:val="458E5BDB06DD473FA9B5A19268C44AB8"/>
    <w:rsid w:val="00CA3DAF"/>
  </w:style>
  <w:style w:type="paragraph" w:customStyle="1" w:styleId="B57449FAA2CC41BEBA204BA42F32F2CC">
    <w:name w:val="B57449FAA2CC41BEBA204BA42F32F2CC"/>
    <w:rsid w:val="00CA3DAF"/>
  </w:style>
  <w:style w:type="paragraph" w:customStyle="1" w:styleId="63C28068EEFB4E519FC1E7612EA25626">
    <w:name w:val="63C28068EEFB4E519FC1E7612EA25626"/>
    <w:rsid w:val="00CA3DAF"/>
  </w:style>
  <w:style w:type="paragraph" w:customStyle="1" w:styleId="21D507F91D5E40D899420AD5E3FCE73B">
    <w:name w:val="21D507F91D5E40D899420AD5E3FCE73B"/>
    <w:rsid w:val="00CA3DAF"/>
  </w:style>
  <w:style w:type="paragraph" w:customStyle="1" w:styleId="D2179DF535FF488FB753F45E49E56AC9">
    <w:name w:val="D2179DF535FF488FB753F45E49E56AC9"/>
    <w:rsid w:val="002E60E3"/>
  </w:style>
  <w:style w:type="paragraph" w:customStyle="1" w:styleId="DBB56925326E43F6877C57E0BCFAE7EC">
    <w:name w:val="DBB56925326E43F6877C57E0BCFAE7EC"/>
    <w:rsid w:val="002E60E3"/>
  </w:style>
  <w:style w:type="paragraph" w:customStyle="1" w:styleId="114D0FB331BF4D1EB183D9A9DB78A804">
    <w:name w:val="114D0FB331BF4D1EB183D9A9DB78A804"/>
    <w:rsid w:val="00702EC3"/>
  </w:style>
  <w:style w:type="paragraph" w:customStyle="1" w:styleId="9D14E86289CE48BFBD8A6A305712DA8E">
    <w:name w:val="9D14E86289CE48BFBD8A6A305712DA8E"/>
    <w:rsid w:val="00702EC3"/>
  </w:style>
  <w:style w:type="paragraph" w:customStyle="1" w:styleId="A4D2BEB716A94D709F2CA086234518C5">
    <w:name w:val="A4D2BEB716A94D709F2CA086234518C5"/>
    <w:rsid w:val="00702EC3"/>
  </w:style>
  <w:style w:type="paragraph" w:customStyle="1" w:styleId="5A3FABC668BE44779D0209FC55CC1EC1">
    <w:name w:val="5A3FABC668BE44779D0209FC55CC1EC1"/>
    <w:rsid w:val="00A36EA6"/>
  </w:style>
  <w:style w:type="paragraph" w:customStyle="1" w:styleId="E934431C1D524DBF93D3991DB0B398E6">
    <w:name w:val="E934431C1D524DBF93D3991DB0B398E6"/>
    <w:rsid w:val="00A36EA6"/>
  </w:style>
  <w:style w:type="paragraph" w:customStyle="1" w:styleId="D7EFEA71E9F346B4BF00CB29F9E1BF0F">
    <w:name w:val="D7EFEA71E9F346B4BF00CB29F9E1BF0F"/>
    <w:rsid w:val="00A36EA6"/>
  </w:style>
  <w:style w:type="paragraph" w:customStyle="1" w:styleId="439DF298C4334BD195CE2E6FDB1A44AC">
    <w:name w:val="439DF298C4334BD195CE2E6FDB1A44AC"/>
    <w:rsid w:val="00A36EA6"/>
  </w:style>
  <w:style w:type="paragraph" w:customStyle="1" w:styleId="C00049F37BEA4E31A4CD7558C1011C9C">
    <w:name w:val="C00049F37BEA4E31A4CD7558C1011C9C"/>
    <w:rsid w:val="00A36EA6"/>
  </w:style>
  <w:style w:type="paragraph" w:customStyle="1" w:styleId="A50D277094B745178307D201427EC83A">
    <w:name w:val="A50D277094B745178307D201427EC83A"/>
    <w:rsid w:val="00A36EA6"/>
  </w:style>
  <w:style w:type="paragraph" w:customStyle="1" w:styleId="69672979E04F49AC8F4B2CEDAE1D1FEB">
    <w:name w:val="69672979E04F49AC8F4B2CEDAE1D1FEB"/>
    <w:rsid w:val="00A36EA6"/>
  </w:style>
  <w:style w:type="paragraph" w:customStyle="1" w:styleId="20DBBD3DB4B547D0889B57B9561C1D7C">
    <w:name w:val="20DBBD3DB4B547D0889B57B9561C1D7C"/>
    <w:rsid w:val="00A36EA6"/>
  </w:style>
  <w:style w:type="paragraph" w:customStyle="1" w:styleId="EF9B3D251233465FA7E9B05DB2F9E6F3">
    <w:name w:val="EF9B3D251233465FA7E9B05DB2F9E6F3"/>
    <w:rsid w:val="00A36EA6"/>
  </w:style>
  <w:style w:type="paragraph" w:customStyle="1" w:styleId="239D1B8FA61F410B984C5E9EF45902BE">
    <w:name w:val="239D1B8FA61F410B984C5E9EF45902BE"/>
    <w:rsid w:val="00A36EA6"/>
  </w:style>
  <w:style w:type="paragraph" w:customStyle="1" w:styleId="53DEFBCA845944DFBA142948A524403B">
    <w:name w:val="53DEFBCA845944DFBA142948A524403B"/>
    <w:rsid w:val="00A36EA6"/>
  </w:style>
  <w:style w:type="paragraph" w:customStyle="1" w:styleId="ABFD9C8434B44550A1321698421E4756">
    <w:name w:val="ABFD9C8434B44550A1321698421E4756"/>
    <w:rsid w:val="00A36EA6"/>
  </w:style>
  <w:style w:type="paragraph" w:customStyle="1" w:styleId="DB7997707499485E8F9F5541828E635D">
    <w:name w:val="DB7997707499485E8F9F5541828E635D"/>
    <w:rsid w:val="00A36EA6"/>
  </w:style>
  <w:style w:type="paragraph" w:customStyle="1" w:styleId="44428AFD7B3A44A5B17AF708F12BEA98">
    <w:name w:val="44428AFD7B3A44A5B17AF708F12BEA98"/>
    <w:rsid w:val="00A36EA6"/>
  </w:style>
  <w:style w:type="paragraph" w:customStyle="1" w:styleId="C57D04CA15564D4DA2B20939672F0236">
    <w:name w:val="C57D04CA15564D4DA2B20939672F0236"/>
    <w:rsid w:val="00A36EA6"/>
  </w:style>
  <w:style w:type="paragraph" w:customStyle="1" w:styleId="3620FE966FED4C78A0945AA1EFF6FA59">
    <w:name w:val="3620FE966FED4C78A0945AA1EFF6FA59"/>
    <w:rsid w:val="00A36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665AC-0FC8-4818-9412-72CA12A1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D88CCAD</Template>
  <TotalTime>200</TotalTime>
  <Pages>7</Pages>
  <Words>1756</Words>
  <Characters>12473</Characters>
  <Application>Microsoft Office Word</Application>
  <DocSecurity>0</DocSecurity>
  <Lines>103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112</cp:revision>
  <cp:lastPrinted>2017-02-15T13:15:00Z</cp:lastPrinted>
  <dcterms:created xsi:type="dcterms:W3CDTF">2016-11-08T14:49:00Z</dcterms:created>
  <dcterms:modified xsi:type="dcterms:W3CDTF">2023-03-02T07:45:00Z</dcterms:modified>
</cp:coreProperties>
</file>